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E03" w:rsidRPr="00842FDD" w:rsidRDefault="00194E03" w:rsidP="00F44A10">
      <w:pPr>
        <w:spacing w:line="276" w:lineRule="auto"/>
        <w:ind w:firstLine="4962"/>
        <w:jc w:val="left"/>
        <w:rPr>
          <w:sz w:val="28"/>
          <w:szCs w:val="28"/>
        </w:rPr>
      </w:pPr>
      <w:r w:rsidRPr="00842FDD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1</w:t>
      </w:r>
    </w:p>
    <w:p w:rsidR="00194E03" w:rsidRPr="00842FDD" w:rsidRDefault="00194E03" w:rsidP="00F44A10">
      <w:pPr>
        <w:spacing w:line="276" w:lineRule="auto"/>
        <w:ind w:firstLine="4962"/>
        <w:jc w:val="left"/>
        <w:rPr>
          <w:sz w:val="28"/>
          <w:szCs w:val="28"/>
        </w:rPr>
      </w:pPr>
      <w:r w:rsidRPr="00842FDD">
        <w:rPr>
          <w:sz w:val="28"/>
          <w:szCs w:val="28"/>
        </w:rPr>
        <w:t xml:space="preserve">до </w:t>
      </w:r>
      <w:r w:rsidRPr="000318D2">
        <w:rPr>
          <w:sz w:val="28"/>
          <w:szCs w:val="28"/>
        </w:rPr>
        <w:t>розпорядження начальника</w:t>
      </w:r>
    </w:p>
    <w:p w:rsidR="00194E03" w:rsidRPr="00842FDD" w:rsidRDefault="00194E03" w:rsidP="00F44A10">
      <w:pPr>
        <w:spacing w:line="276" w:lineRule="auto"/>
        <w:ind w:firstLine="4962"/>
        <w:jc w:val="left"/>
        <w:rPr>
          <w:sz w:val="28"/>
          <w:szCs w:val="28"/>
        </w:rPr>
      </w:pPr>
      <w:r w:rsidRPr="00842FDD">
        <w:rPr>
          <w:sz w:val="28"/>
          <w:szCs w:val="28"/>
        </w:rPr>
        <w:t xml:space="preserve">обласної </w:t>
      </w:r>
      <w:r>
        <w:rPr>
          <w:sz w:val="28"/>
          <w:szCs w:val="28"/>
        </w:rPr>
        <w:t>військової</w:t>
      </w:r>
      <w:r w:rsidRPr="00842FDD">
        <w:rPr>
          <w:sz w:val="28"/>
          <w:szCs w:val="28"/>
        </w:rPr>
        <w:t xml:space="preserve"> адміністрації</w:t>
      </w:r>
    </w:p>
    <w:p w:rsidR="00194E03" w:rsidRPr="00F44A10" w:rsidRDefault="00194E03" w:rsidP="00F44A10">
      <w:pPr>
        <w:ind w:left="4962"/>
        <w:jc w:val="left"/>
        <w:outlineLvl w:val="0"/>
        <w:rPr>
          <w:sz w:val="28"/>
          <w:szCs w:val="28"/>
        </w:rPr>
      </w:pPr>
      <w:r w:rsidRPr="00842FDD">
        <w:rPr>
          <w:sz w:val="28"/>
          <w:szCs w:val="28"/>
        </w:rPr>
        <w:t>від_______________ №___________</w:t>
      </w:r>
    </w:p>
    <w:p w:rsidR="00194E03" w:rsidRDefault="00194E03" w:rsidP="007F572D">
      <w:pPr>
        <w:outlineLvl w:val="0"/>
        <w:rPr>
          <w:b/>
          <w:bCs/>
          <w:sz w:val="28"/>
          <w:szCs w:val="28"/>
        </w:rPr>
      </w:pPr>
    </w:p>
    <w:p w:rsidR="00194E03" w:rsidRPr="00257535" w:rsidRDefault="00194E03" w:rsidP="00660B12">
      <w:pPr>
        <w:jc w:val="center"/>
        <w:outlineLvl w:val="0"/>
        <w:rPr>
          <w:b/>
          <w:bCs/>
          <w:sz w:val="28"/>
          <w:szCs w:val="28"/>
        </w:rPr>
      </w:pPr>
      <w:r w:rsidRPr="00257535">
        <w:rPr>
          <w:b/>
          <w:bCs/>
          <w:sz w:val="28"/>
          <w:szCs w:val="28"/>
        </w:rPr>
        <w:t>СКЛАД</w:t>
      </w:r>
    </w:p>
    <w:p w:rsidR="00194E03" w:rsidRPr="009250DF" w:rsidRDefault="00194E03" w:rsidP="00436D22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9250DF">
        <w:rPr>
          <w:b/>
          <w:bCs/>
          <w:sz w:val="28"/>
          <w:szCs w:val="28"/>
        </w:rPr>
        <w:t>регіональної комісії з питань розподілу публічних інвестицій</w:t>
      </w:r>
    </w:p>
    <w:p w:rsidR="00194E03" w:rsidRPr="00896BE1" w:rsidRDefault="00194E03" w:rsidP="00460FB6">
      <w:pPr>
        <w:spacing w:line="360" w:lineRule="auto"/>
        <w:rPr>
          <w:rStyle w:val="rvts23"/>
          <w:b/>
          <w:bCs/>
          <w:color w:val="000000"/>
          <w:sz w:val="20"/>
          <w:szCs w:val="20"/>
          <w:shd w:val="clear" w:color="auto" w:fill="FFFFFF"/>
        </w:rPr>
      </w:pPr>
    </w:p>
    <w:tbl>
      <w:tblPr>
        <w:tblpPr w:leftFromText="180" w:rightFromText="180" w:vertAnchor="text" w:tblpXSpec="center" w:tblpY="1"/>
        <w:tblOverlap w:val="never"/>
        <w:tblW w:w="9498" w:type="dxa"/>
        <w:tblLayout w:type="fixed"/>
        <w:tblLook w:val="01E0"/>
      </w:tblPr>
      <w:tblGrid>
        <w:gridCol w:w="3369"/>
        <w:gridCol w:w="6129"/>
      </w:tblGrid>
      <w:tr w:rsidR="00194E03" w:rsidRPr="00B63844">
        <w:trPr>
          <w:trHeight w:val="898"/>
        </w:trPr>
        <w:tc>
          <w:tcPr>
            <w:tcW w:w="3369" w:type="dxa"/>
          </w:tcPr>
          <w:p w:rsidR="00194E03" w:rsidRPr="000E657D" w:rsidRDefault="00194E03" w:rsidP="003F39E3">
            <w:pPr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КУЛЕПІН</w:t>
            </w:r>
          </w:p>
          <w:p w:rsidR="00194E03" w:rsidRPr="000E657D" w:rsidRDefault="00194E03" w:rsidP="003F39E3">
            <w:pPr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Олександр Сергійо</w:t>
            </w:r>
            <w:r w:rsidRPr="000E657D">
              <w:rPr>
                <w:sz w:val="28"/>
                <w:szCs w:val="28"/>
                <w:lang w:eastAsia="zh-CN"/>
              </w:rPr>
              <w:t>вич</w:t>
            </w:r>
          </w:p>
        </w:tc>
        <w:tc>
          <w:tcPr>
            <w:tcW w:w="6129" w:type="dxa"/>
          </w:tcPr>
          <w:p w:rsidR="00194E03" w:rsidRPr="00FA2C8A" w:rsidRDefault="00194E03" w:rsidP="00C234FF">
            <w:pPr>
              <w:suppressAutoHyphens/>
              <w:rPr>
                <w:sz w:val="28"/>
                <w:szCs w:val="28"/>
                <w:lang w:eastAsia="zh-CN"/>
              </w:rPr>
            </w:pPr>
            <w:r w:rsidRPr="00FA2C8A">
              <w:rPr>
                <w:sz w:val="28"/>
                <w:szCs w:val="28"/>
                <w:lang w:eastAsia="zh-CN"/>
              </w:rPr>
              <w:t>заступник голови облдержадміністрації з питань цифрового розвитку, цифрових трансформацій і цифровізації (CDTO)</w:t>
            </w:r>
            <w:r w:rsidRPr="000E657D">
              <w:rPr>
                <w:sz w:val="28"/>
                <w:szCs w:val="28"/>
                <w:lang w:eastAsia="zh-CN"/>
              </w:rPr>
              <w:t>,</w:t>
            </w:r>
            <w:r w:rsidRPr="00A53D4B">
              <w:rPr>
                <w:sz w:val="28"/>
                <w:szCs w:val="28"/>
              </w:rPr>
              <w:t xml:space="preserve"> голова комісії</w:t>
            </w:r>
          </w:p>
          <w:p w:rsidR="00194E03" w:rsidRPr="00C234FF" w:rsidRDefault="00194E03" w:rsidP="003F39E3">
            <w:pPr>
              <w:rPr>
                <w:sz w:val="2"/>
                <w:szCs w:val="2"/>
              </w:rPr>
            </w:pPr>
          </w:p>
        </w:tc>
      </w:tr>
      <w:tr w:rsidR="00194E03" w:rsidRPr="00B63844">
        <w:tc>
          <w:tcPr>
            <w:tcW w:w="3369" w:type="dxa"/>
          </w:tcPr>
          <w:p w:rsidR="00194E03" w:rsidRPr="00BD76E8" w:rsidRDefault="00194E03" w:rsidP="003F39E3">
            <w:pPr>
              <w:rPr>
                <w:sz w:val="24"/>
                <w:szCs w:val="24"/>
              </w:rPr>
            </w:pPr>
          </w:p>
        </w:tc>
        <w:tc>
          <w:tcPr>
            <w:tcW w:w="6129" w:type="dxa"/>
          </w:tcPr>
          <w:p w:rsidR="00194E03" w:rsidRPr="00BD76E8" w:rsidRDefault="00194E03" w:rsidP="003F39E3">
            <w:pPr>
              <w:rPr>
                <w:sz w:val="24"/>
                <w:szCs w:val="24"/>
              </w:rPr>
            </w:pPr>
          </w:p>
        </w:tc>
      </w:tr>
      <w:tr w:rsidR="00194E03" w:rsidRPr="00B63844">
        <w:tc>
          <w:tcPr>
            <w:tcW w:w="3369" w:type="dxa"/>
          </w:tcPr>
          <w:p w:rsidR="00194E03" w:rsidRPr="000E657D" w:rsidRDefault="00194E03" w:rsidP="00F82772">
            <w:pPr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caps/>
                <w:sz w:val="28"/>
                <w:szCs w:val="28"/>
                <w:lang w:eastAsia="zh-CN"/>
              </w:rPr>
              <w:t>ЗАМУЛА</w:t>
            </w:r>
          </w:p>
          <w:p w:rsidR="00194E03" w:rsidRPr="00A53D4B" w:rsidRDefault="00194E03" w:rsidP="00F827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Христина Петрівна</w:t>
            </w:r>
          </w:p>
        </w:tc>
        <w:tc>
          <w:tcPr>
            <w:tcW w:w="6129" w:type="dxa"/>
          </w:tcPr>
          <w:p w:rsidR="00194E03" w:rsidRPr="00A53D4B" w:rsidRDefault="00194E03" w:rsidP="003F39E3">
            <w:pPr>
              <w:rPr>
                <w:sz w:val="28"/>
                <w:szCs w:val="28"/>
              </w:rPr>
            </w:pPr>
            <w:r w:rsidRPr="000E657D">
              <w:rPr>
                <w:sz w:val="28"/>
                <w:szCs w:val="28"/>
                <w:lang w:eastAsia="zh-CN"/>
              </w:rPr>
              <w:t>заступник голови облдержадміністрації</w:t>
            </w:r>
            <w:r w:rsidRPr="00A53D4B">
              <w:rPr>
                <w:sz w:val="28"/>
                <w:szCs w:val="28"/>
              </w:rPr>
              <w:t>, заступник голови комісії</w:t>
            </w:r>
          </w:p>
        </w:tc>
      </w:tr>
      <w:tr w:rsidR="00194E03" w:rsidRPr="00B63844">
        <w:trPr>
          <w:trHeight w:val="240"/>
        </w:trPr>
        <w:tc>
          <w:tcPr>
            <w:tcW w:w="3369" w:type="dxa"/>
          </w:tcPr>
          <w:p w:rsidR="00194E03" w:rsidRPr="00BD76E8" w:rsidRDefault="00194E03" w:rsidP="003F39E3">
            <w:pPr>
              <w:rPr>
                <w:sz w:val="24"/>
                <w:szCs w:val="24"/>
              </w:rPr>
            </w:pPr>
          </w:p>
        </w:tc>
        <w:tc>
          <w:tcPr>
            <w:tcW w:w="6129" w:type="dxa"/>
          </w:tcPr>
          <w:p w:rsidR="00194E03" w:rsidRPr="00BD76E8" w:rsidRDefault="00194E03" w:rsidP="003F39E3">
            <w:pPr>
              <w:pStyle w:val="Standard"/>
              <w:jc w:val="both"/>
              <w:rPr>
                <w:shd w:val="clear" w:color="auto" w:fill="FFFFFF"/>
                <w:lang w:val="uk-UA"/>
              </w:rPr>
            </w:pPr>
          </w:p>
        </w:tc>
      </w:tr>
      <w:tr w:rsidR="00194E03" w:rsidRPr="00B63844">
        <w:tc>
          <w:tcPr>
            <w:tcW w:w="3369" w:type="dxa"/>
          </w:tcPr>
          <w:p w:rsidR="00194E03" w:rsidRPr="00D35BBB" w:rsidRDefault="00194E03" w:rsidP="003F39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ШЛАПАК</w:t>
            </w:r>
          </w:p>
          <w:p w:rsidR="00194E03" w:rsidRPr="00A53D4B" w:rsidRDefault="00194E03" w:rsidP="003F39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Михайлович</w:t>
            </w:r>
          </w:p>
        </w:tc>
        <w:tc>
          <w:tcPr>
            <w:tcW w:w="6129" w:type="dxa"/>
          </w:tcPr>
          <w:p w:rsidR="00194E03" w:rsidRPr="00A53D4B" w:rsidRDefault="00194E03" w:rsidP="003F39E3">
            <w:pPr>
              <w:pStyle w:val="Standard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ru-RU"/>
              </w:rPr>
              <w:t xml:space="preserve">заступник начальника управління – начальник відділу фінансів інвестиційних програм </w:t>
            </w:r>
            <w:r w:rsidRPr="003F39E3">
              <w:rPr>
                <w:sz w:val="28"/>
                <w:szCs w:val="28"/>
                <w:lang w:val="ru-RU"/>
              </w:rPr>
              <w:t xml:space="preserve"> департаменту фінансів обласної державної адміністрації</w:t>
            </w:r>
            <w:r>
              <w:rPr>
                <w:sz w:val="28"/>
                <w:szCs w:val="28"/>
                <w:lang w:val="uk-UA"/>
              </w:rPr>
              <w:t>, секретар комісії</w:t>
            </w:r>
            <w:r w:rsidRPr="00A53D4B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194E03" w:rsidRPr="00B63844">
        <w:trPr>
          <w:trHeight w:val="113"/>
        </w:trPr>
        <w:tc>
          <w:tcPr>
            <w:tcW w:w="3369" w:type="dxa"/>
          </w:tcPr>
          <w:p w:rsidR="00194E03" w:rsidRPr="00BD76E8" w:rsidRDefault="00194E03" w:rsidP="003F39E3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6129" w:type="dxa"/>
          </w:tcPr>
          <w:p w:rsidR="00194E03" w:rsidRPr="00BD76E8" w:rsidRDefault="00194E03" w:rsidP="003F39E3">
            <w:pPr>
              <w:pStyle w:val="Standard"/>
              <w:tabs>
                <w:tab w:val="left" w:pos="1665"/>
              </w:tabs>
              <w:jc w:val="both"/>
              <w:rPr>
                <w:color w:val="FF0000"/>
                <w:shd w:val="clear" w:color="auto" w:fill="FFFFFF"/>
                <w:lang w:val="uk-UA"/>
              </w:rPr>
            </w:pPr>
          </w:p>
        </w:tc>
      </w:tr>
      <w:tr w:rsidR="00194E03" w:rsidRPr="00B63844">
        <w:trPr>
          <w:trHeight w:val="498"/>
        </w:trPr>
        <w:tc>
          <w:tcPr>
            <w:tcW w:w="9498" w:type="dxa"/>
            <w:gridSpan w:val="2"/>
          </w:tcPr>
          <w:p w:rsidR="00194E03" w:rsidRDefault="00194E03" w:rsidP="003F39E3">
            <w:pPr>
              <w:pStyle w:val="Heading2"/>
              <w:tabs>
                <w:tab w:val="left" w:pos="3285"/>
                <w:tab w:val="center" w:pos="4716"/>
              </w:tabs>
              <w:jc w:val="center"/>
              <w:rPr>
                <w:sz w:val="28"/>
                <w:szCs w:val="28"/>
              </w:rPr>
            </w:pPr>
            <w:r w:rsidRPr="00444BFC">
              <w:rPr>
                <w:sz w:val="28"/>
                <w:szCs w:val="28"/>
              </w:rPr>
              <w:t>Члени комісії:</w:t>
            </w:r>
          </w:p>
          <w:p w:rsidR="00194E03" w:rsidRPr="00CF6DF3" w:rsidRDefault="00194E03" w:rsidP="0057112C">
            <w:pPr>
              <w:rPr>
                <w:sz w:val="24"/>
                <w:szCs w:val="24"/>
              </w:rPr>
            </w:pPr>
          </w:p>
        </w:tc>
      </w:tr>
      <w:tr w:rsidR="00194E03" w:rsidRPr="00B63844">
        <w:trPr>
          <w:trHeight w:val="283"/>
        </w:trPr>
        <w:tc>
          <w:tcPr>
            <w:tcW w:w="3369" w:type="dxa"/>
          </w:tcPr>
          <w:p w:rsidR="00194E03" w:rsidRPr="00065429" w:rsidRDefault="00194E03" w:rsidP="00C06A5E">
            <w:pPr>
              <w:rPr>
                <w:sz w:val="28"/>
                <w:szCs w:val="28"/>
              </w:rPr>
            </w:pPr>
            <w:r w:rsidRPr="00065429">
              <w:rPr>
                <w:sz w:val="28"/>
                <w:szCs w:val="28"/>
              </w:rPr>
              <w:t xml:space="preserve">БАШТА </w:t>
            </w:r>
          </w:p>
          <w:p w:rsidR="00194E03" w:rsidRPr="00071DA4" w:rsidRDefault="00194E03" w:rsidP="00C06A5E">
            <w:pPr>
              <w:rPr>
                <w:color w:val="FF0000"/>
                <w:sz w:val="28"/>
                <w:szCs w:val="28"/>
              </w:rPr>
            </w:pPr>
            <w:r w:rsidRPr="00065429">
              <w:rPr>
                <w:sz w:val="28"/>
                <w:szCs w:val="28"/>
              </w:rPr>
              <w:t>Ганна Вікторівна</w:t>
            </w:r>
          </w:p>
        </w:tc>
        <w:tc>
          <w:tcPr>
            <w:tcW w:w="6129" w:type="dxa"/>
          </w:tcPr>
          <w:p w:rsidR="00194E03" w:rsidRPr="00C06A5E" w:rsidRDefault="00194E03" w:rsidP="00C06A5E">
            <w:pPr>
              <w:pStyle w:val="Standard"/>
              <w:jc w:val="both"/>
              <w:rPr>
                <w:color w:val="FF0000"/>
                <w:sz w:val="28"/>
                <w:szCs w:val="28"/>
                <w:lang w:val="ru-RU"/>
              </w:rPr>
            </w:pPr>
            <w:r w:rsidRPr="00065429">
              <w:rPr>
                <w:sz w:val="28"/>
                <w:szCs w:val="28"/>
                <w:lang w:val="ru-RU"/>
              </w:rPr>
              <w:t>заступник директора департаменту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065429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065429">
              <w:rPr>
                <w:sz w:val="28"/>
                <w:szCs w:val="28"/>
                <w:lang w:val="ru-RU"/>
              </w:rPr>
              <w:t xml:space="preserve">начальник управління регулювання природокористування та моніторингу департаменту  </w:t>
            </w:r>
            <w:r w:rsidRPr="00065429">
              <w:rPr>
                <w:spacing w:val="1"/>
                <w:sz w:val="28"/>
                <w:szCs w:val="28"/>
                <w:lang w:val="ru-RU"/>
              </w:rPr>
              <w:t xml:space="preserve">екології та природних ресурсів </w:t>
            </w:r>
            <w:r w:rsidRPr="00065429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194E03" w:rsidRPr="00B63844">
        <w:trPr>
          <w:trHeight w:val="283"/>
        </w:trPr>
        <w:tc>
          <w:tcPr>
            <w:tcW w:w="3369" w:type="dxa"/>
          </w:tcPr>
          <w:p w:rsidR="00194E03" w:rsidRPr="00BD76E8" w:rsidRDefault="00194E03" w:rsidP="00C06A5E">
            <w:pPr>
              <w:suppressAutoHyphens/>
              <w:rPr>
                <w:caps/>
                <w:spacing w:val="-1"/>
                <w:sz w:val="24"/>
                <w:szCs w:val="24"/>
                <w:lang w:eastAsia="zh-CN"/>
              </w:rPr>
            </w:pPr>
          </w:p>
        </w:tc>
        <w:tc>
          <w:tcPr>
            <w:tcW w:w="6129" w:type="dxa"/>
          </w:tcPr>
          <w:p w:rsidR="00194E03" w:rsidRPr="00BD76E8" w:rsidRDefault="00194E03" w:rsidP="00C06A5E">
            <w:pPr>
              <w:suppressAutoHyphens/>
              <w:rPr>
                <w:sz w:val="24"/>
                <w:szCs w:val="24"/>
                <w:lang w:eastAsia="zh-CN"/>
              </w:rPr>
            </w:pPr>
          </w:p>
        </w:tc>
      </w:tr>
      <w:tr w:rsidR="00194E03" w:rsidRPr="00B63844">
        <w:trPr>
          <w:trHeight w:val="283"/>
        </w:trPr>
        <w:tc>
          <w:tcPr>
            <w:tcW w:w="3369" w:type="dxa"/>
          </w:tcPr>
          <w:p w:rsidR="00194E03" w:rsidRDefault="00194E03" w:rsidP="00C06A5E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БОРУШОК</w:t>
            </w:r>
            <w:r>
              <w:rPr>
                <w:sz w:val="28"/>
                <w:szCs w:val="28"/>
              </w:rPr>
              <w:t xml:space="preserve"> </w:t>
            </w:r>
          </w:p>
          <w:p w:rsidR="00194E03" w:rsidRPr="000E657D" w:rsidRDefault="00194E03" w:rsidP="00C06A5E">
            <w:pPr>
              <w:suppressAutoHyphens/>
              <w:rPr>
                <w:caps/>
                <w:spacing w:val="-1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Тетяна Романівна</w:t>
            </w:r>
          </w:p>
        </w:tc>
        <w:tc>
          <w:tcPr>
            <w:tcW w:w="6129" w:type="dxa"/>
          </w:tcPr>
          <w:p w:rsidR="00194E03" w:rsidRPr="000E657D" w:rsidRDefault="00194E03" w:rsidP="00C06A5E">
            <w:pPr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заступник директора департаменту – начальник управління економічного аналізу, стратегічного планування та розвитку сільських територій департаменту </w:t>
            </w:r>
            <w:r w:rsidRPr="000E657D">
              <w:rPr>
                <w:sz w:val="28"/>
                <w:szCs w:val="28"/>
                <w:lang w:eastAsia="zh-CN"/>
              </w:rPr>
              <w:t xml:space="preserve">агропромислового розвитку </w:t>
            </w:r>
            <w:r w:rsidRPr="00313675">
              <w:rPr>
                <w:sz w:val="28"/>
                <w:szCs w:val="28"/>
              </w:rPr>
              <w:t xml:space="preserve"> обласної державної адміністрації</w:t>
            </w:r>
          </w:p>
        </w:tc>
      </w:tr>
      <w:tr w:rsidR="00194E03" w:rsidRPr="00B63844">
        <w:trPr>
          <w:trHeight w:val="388"/>
        </w:trPr>
        <w:tc>
          <w:tcPr>
            <w:tcW w:w="3369" w:type="dxa"/>
          </w:tcPr>
          <w:p w:rsidR="00194E03" w:rsidRPr="00BD76E8" w:rsidRDefault="00194E03" w:rsidP="00C06A5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6129" w:type="dxa"/>
          </w:tcPr>
          <w:p w:rsidR="00194E03" w:rsidRPr="00BD76E8" w:rsidRDefault="00194E03" w:rsidP="00C06A5E">
            <w:pPr>
              <w:rPr>
                <w:color w:val="FF0000"/>
                <w:spacing w:val="1"/>
                <w:sz w:val="24"/>
                <w:szCs w:val="24"/>
              </w:rPr>
            </w:pPr>
          </w:p>
        </w:tc>
      </w:tr>
      <w:tr w:rsidR="00194E03" w:rsidRPr="00B63844">
        <w:trPr>
          <w:trHeight w:val="283"/>
        </w:trPr>
        <w:tc>
          <w:tcPr>
            <w:tcW w:w="3369" w:type="dxa"/>
          </w:tcPr>
          <w:p w:rsidR="00194E03" w:rsidRDefault="00194E03" w:rsidP="00C06A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ВАЩУК </w:t>
            </w:r>
          </w:p>
          <w:p w:rsidR="00194E03" w:rsidRPr="00313675" w:rsidRDefault="00194E03" w:rsidP="00C06A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Віктор Миколайович</w:t>
            </w:r>
          </w:p>
        </w:tc>
        <w:tc>
          <w:tcPr>
            <w:tcW w:w="6129" w:type="dxa"/>
          </w:tcPr>
          <w:p w:rsidR="00194E03" w:rsidRPr="002951FB" w:rsidRDefault="00194E03" w:rsidP="00C06A5E">
            <w:pPr>
              <w:pStyle w:val="Standard"/>
              <w:jc w:val="both"/>
              <w:rPr>
                <w:sz w:val="28"/>
                <w:szCs w:val="28"/>
                <w:lang w:val="uk-UA"/>
              </w:rPr>
            </w:pPr>
            <w:r w:rsidRPr="002951FB">
              <w:rPr>
                <w:sz w:val="28"/>
                <w:szCs w:val="28"/>
                <w:lang w:val="ru-RU"/>
              </w:rPr>
              <w:t>заступник директора департаменту – начальник управління містобудування та архітектури</w:t>
            </w:r>
            <w:r>
              <w:rPr>
                <w:sz w:val="28"/>
                <w:szCs w:val="28"/>
                <w:lang w:val="ru-RU"/>
              </w:rPr>
              <w:t xml:space="preserve"> д</w:t>
            </w:r>
            <w:r w:rsidRPr="002951FB">
              <w:rPr>
                <w:sz w:val="28"/>
                <w:szCs w:val="28"/>
                <w:lang w:val="ru-RU"/>
              </w:rPr>
              <w:t>епартамент</w:t>
            </w:r>
            <w:r>
              <w:rPr>
                <w:sz w:val="28"/>
                <w:szCs w:val="28"/>
                <w:lang w:val="ru-RU"/>
              </w:rPr>
              <w:t>у</w:t>
            </w:r>
            <w:r w:rsidRPr="005B132D">
              <w:rPr>
                <w:sz w:val="28"/>
                <w:szCs w:val="28"/>
                <w:lang w:val="ru-RU"/>
              </w:rPr>
              <w:t xml:space="preserve"> </w:t>
            </w:r>
            <w:r w:rsidRPr="00313675">
              <w:rPr>
                <w:sz w:val="28"/>
                <w:szCs w:val="28"/>
                <w:shd w:val="clear" w:color="auto" w:fill="FFFFFF"/>
                <w:lang w:val="uk-UA"/>
              </w:rPr>
              <w:t>архітектури та розвитку містобудування</w:t>
            </w:r>
            <w:r w:rsidRPr="00313675">
              <w:rPr>
                <w:sz w:val="28"/>
                <w:szCs w:val="28"/>
                <w:lang w:val="uk-UA"/>
              </w:rPr>
              <w:t xml:space="preserve"> обласної державної адміністрації</w:t>
            </w:r>
          </w:p>
        </w:tc>
      </w:tr>
      <w:tr w:rsidR="00194E03" w:rsidRPr="00B63844">
        <w:trPr>
          <w:trHeight w:val="283"/>
        </w:trPr>
        <w:tc>
          <w:tcPr>
            <w:tcW w:w="3369" w:type="dxa"/>
          </w:tcPr>
          <w:p w:rsidR="00194E03" w:rsidRPr="00BD76E8" w:rsidRDefault="00194E03" w:rsidP="00C06A5E">
            <w:pPr>
              <w:rPr>
                <w:sz w:val="24"/>
                <w:szCs w:val="24"/>
              </w:rPr>
            </w:pPr>
          </w:p>
        </w:tc>
        <w:tc>
          <w:tcPr>
            <w:tcW w:w="6129" w:type="dxa"/>
          </w:tcPr>
          <w:p w:rsidR="00194E03" w:rsidRPr="00BD76E8" w:rsidRDefault="00194E03" w:rsidP="00C06A5E">
            <w:pPr>
              <w:pStyle w:val="Standard"/>
              <w:jc w:val="both"/>
              <w:rPr>
                <w:lang w:val="uk-UA"/>
              </w:rPr>
            </w:pPr>
          </w:p>
        </w:tc>
      </w:tr>
      <w:tr w:rsidR="00194E03" w:rsidRPr="00B63844">
        <w:trPr>
          <w:trHeight w:val="283"/>
        </w:trPr>
        <w:tc>
          <w:tcPr>
            <w:tcW w:w="3369" w:type="dxa"/>
          </w:tcPr>
          <w:p w:rsidR="00194E03" w:rsidRPr="000E657D" w:rsidRDefault="00194E03" w:rsidP="00C06A5E">
            <w:pPr>
              <w:suppressAutoHyphens/>
              <w:rPr>
                <w:caps/>
                <w:spacing w:val="-1"/>
                <w:sz w:val="28"/>
                <w:szCs w:val="28"/>
                <w:lang w:eastAsia="zh-CN"/>
              </w:rPr>
            </w:pPr>
            <w:r w:rsidRPr="000E657D">
              <w:rPr>
                <w:caps/>
                <w:spacing w:val="-1"/>
                <w:sz w:val="28"/>
                <w:szCs w:val="28"/>
                <w:lang w:eastAsia="zh-CN"/>
              </w:rPr>
              <w:t>ВЕНЬГРІН</w:t>
            </w:r>
          </w:p>
          <w:p w:rsidR="00194E03" w:rsidRPr="000E657D" w:rsidRDefault="00194E03" w:rsidP="00C06A5E">
            <w:pPr>
              <w:suppressAutoHyphens/>
              <w:rPr>
                <w:sz w:val="28"/>
                <w:szCs w:val="28"/>
                <w:lang w:eastAsia="zh-CN"/>
              </w:rPr>
            </w:pPr>
            <w:r w:rsidRPr="000E657D">
              <w:rPr>
                <w:spacing w:val="-1"/>
                <w:sz w:val="28"/>
                <w:szCs w:val="28"/>
                <w:lang w:eastAsia="zh-CN"/>
              </w:rPr>
              <w:t>Тарас Любомирович</w:t>
            </w:r>
          </w:p>
        </w:tc>
        <w:tc>
          <w:tcPr>
            <w:tcW w:w="6129" w:type="dxa"/>
          </w:tcPr>
          <w:p w:rsidR="00194E03" w:rsidRPr="000E657D" w:rsidRDefault="00194E03" w:rsidP="00C06A5E">
            <w:pPr>
              <w:rPr>
                <w:sz w:val="28"/>
                <w:szCs w:val="28"/>
                <w:lang w:eastAsia="zh-CN"/>
              </w:rPr>
            </w:pPr>
            <w:r w:rsidRPr="000E657D">
              <w:rPr>
                <w:sz w:val="28"/>
                <w:szCs w:val="28"/>
                <w:lang w:eastAsia="zh-CN"/>
              </w:rPr>
              <w:t xml:space="preserve">т.в.о. начальника управління капітального будівництва </w:t>
            </w:r>
            <w:r w:rsidRPr="00313675">
              <w:rPr>
                <w:sz w:val="28"/>
                <w:szCs w:val="28"/>
              </w:rPr>
              <w:t xml:space="preserve"> обласної державної адміністрації</w:t>
            </w:r>
          </w:p>
        </w:tc>
      </w:tr>
      <w:tr w:rsidR="00194E03" w:rsidRPr="00B63844">
        <w:trPr>
          <w:trHeight w:val="283"/>
        </w:trPr>
        <w:tc>
          <w:tcPr>
            <w:tcW w:w="3369" w:type="dxa"/>
          </w:tcPr>
          <w:p w:rsidR="00194E03" w:rsidRPr="00BD76E8" w:rsidRDefault="00194E03" w:rsidP="00C06A5E">
            <w:pPr>
              <w:suppressAutoHyphens/>
              <w:rPr>
                <w:sz w:val="24"/>
                <w:szCs w:val="24"/>
                <w:lang w:eastAsia="zh-CN"/>
              </w:rPr>
            </w:pPr>
          </w:p>
        </w:tc>
        <w:tc>
          <w:tcPr>
            <w:tcW w:w="6129" w:type="dxa"/>
          </w:tcPr>
          <w:p w:rsidR="00194E03" w:rsidRPr="00BD76E8" w:rsidRDefault="00194E03" w:rsidP="00C06A5E">
            <w:pPr>
              <w:rPr>
                <w:sz w:val="24"/>
                <w:szCs w:val="24"/>
                <w:lang w:eastAsia="zh-CN"/>
              </w:rPr>
            </w:pPr>
          </w:p>
        </w:tc>
      </w:tr>
      <w:tr w:rsidR="00194E03" w:rsidRPr="00B63844">
        <w:trPr>
          <w:trHeight w:val="283"/>
        </w:trPr>
        <w:tc>
          <w:tcPr>
            <w:tcW w:w="3369" w:type="dxa"/>
          </w:tcPr>
          <w:p w:rsidR="00194E03" w:rsidRDefault="00194E03" w:rsidP="00C06A5E">
            <w:pPr>
              <w:rPr>
                <w:sz w:val="28"/>
                <w:szCs w:val="28"/>
              </w:rPr>
            </w:pPr>
            <w:r w:rsidRPr="005F3E9C">
              <w:rPr>
                <w:sz w:val="28"/>
                <w:szCs w:val="28"/>
              </w:rPr>
              <w:t xml:space="preserve">ГУДЗ </w:t>
            </w:r>
          </w:p>
          <w:p w:rsidR="00194E03" w:rsidRPr="005F3E9C" w:rsidRDefault="00194E03" w:rsidP="00C06A5E">
            <w:pPr>
              <w:rPr>
                <w:color w:val="FF0000"/>
                <w:sz w:val="28"/>
                <w:szCs w:val="28"/>
              </w:rPr>
            </w:pPr>
            <w:r w:rsidRPr="005F3E9C">
              <w:rPr>
                <w:sz w:val="28"/>
                <w:szCs w:val="28"/>
              </w:rPr>
              <w:t>Тетяна Петрівна</w:t>
            </w:r>
          </w:p>
        </w:tc>
        <w:tc>
          <w:tcPr>
            <w:tcW w:w="6129" w:type="dxa"/>
          </w:tcPr>
          <w:p w:rsidR="00194E03" w:rsidRPr="005F3E9C" w:rsidRDefault="00194E03" w:rsidP="00C06A5E">
            <w:pPr>
              <w:pStyle w:val="Standard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5F3E9C">
              <w:rPr>
                <w:sz w:val="28"/>
                <w:szCs w:val="28"/>
                <w:lang w:val="ru-RU"/>
              </w:rPr>
              <w:t>начальник відділу організаційного забезпечення та роботи з персоналом д</w:t>
            </w:r>
            <w:r w:rsidRPr="005F3E9C">
              <w:rPr>
                <w:spacing w:val="1"/>
                <w:sz w:val="28"/>
                <w:szCs w:val="28"/>
                <w:lang w:val="ru-RU"/>
              </w:rPr>
              <w:t xml:space="preserve">епартаменту з питань цивільного захисту </w:t>
            </w:r>
            <w:r w:rsidRPr="005F3E9C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194E03" w:rsidRPr="00B63844">
        <w:trPr>
          <w:trHeight w:val="226"/>
        </w:trPr>
        <w:tc>
          <w:tcPr>
            <w:tcW w:w="3369" w:type="dxa"/>
          </w:tcPr>
          <w:p w:rsidR="00194E03" w:rsidRDefault="00194E03" w:rsidP="00C06A5E">
            <w:pPr>
              <w:rPr>
                <w:sz w:val="28"/>
                <w:szCs w:val="28"/>
              </w:rPr>
            </w:pPr>
            <w:r w:rsidRPr="00001601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ЕНДЮК</w:t>
            </w:r>
            <w:r w:rsidRPr="00001601">
              <w:rPr>
                <w:sz w:val="28"/>
                <w:szCs w:val="28"/>
              </w:rPr>
              <w:t xml:space="preserve"> </w:t>
            </w:r>
          </w:p>
          <w:p w:rsidR="00194E03" w:rsidRPr="00B63844" w:rsidRDefault="00194E03" w:rsidP="00C06A5E">
            <w:pPr>
              <w:rPr>
                <w:color w:val="FF0000"/>
                <w:sz w:val="28"/>
                <w:szCs w:val="28"/>
              </w:rPr>
            </w:pPr>
            <w:r w:rsidRPr="00001601">
              <w:rPr>
                <w:sz w:val="28"/>
                <w:szCs w:val="28"/>
              </w:rPr>
              <w:t>Андрій Богданович</w:t>
            </w:r>
          </w:p>
        </w:tc>
        <w:tc>
          <w:tcPr>
            <w:tcW w:w="6129" w:type="dxa"/>
          </w:tcPr>
          <w:p w:rsidR="00194E03" w:rsidRPr="00001601" w:rsidRDefault="00194E03" w:rsidP="00C06A5E">
            <w:pPr>
              <w:pStyle w:val="Standard"/>
              <w:jc w:val="both"/>
              <w:rPr>
                <w:sz w:val="28"/>
                <w:szCs w:val="28"/>
                <w:lang w:val="ru-RU"/>
              </w:rPr>
            </w:pPr>
            <w:r w:rsidRPr="00001601">
              <w:rPr>
                <w:sz w:val="28"/>
                <w:szCs w:val="28"/>
                <w:lang w:val="ru-RU"/>
              </w:rPr>
              <w:t xml:space="preserve">заступник директора </w:t>
            </w:r>
            <w:r w:rsidRPr="00065429">
              <w:rPr>
                <w:sz w:val="28"/>
                <w:szCs w:val="28"/>
                <w:lang w:val="ru-RU"/>
              </w:rPr>
              <w:t xml:space="preserve"> департаменту</w:t>
            </w:r>
            <w:r>
              <w:rPr>
                <w:sz w:val="28"/>
                <w:szCs w:val="28"/>
                <w:lang w:val="ru-RU"/>
              </w:rPr>
              <w:t xml:space="preserve"> -</w:t>
            </w:r>
            <w:r w:rsidRPr="007F572D">
              <w:rPr>
                <w:lang w:val="ru-RU"/>
              </w:rPr>
              <w:t xml:space="preserve"> </w:t>
            </w:r>
            <w:r w:rsidRPr="007F572D">
              <w:rPr>
                <w:sz w:val="28"/>
                <w:szCs w:val="28"/>
                <w:lang w:val="ru-RU"/>
              </w:rPr>
              <w:t xml:space="preserve">начальник управління внутрішньої політики </w:t>
            </w:r>
            <w:r w:rsidRPr="00001601">
              <w:rPr>
                <w:sz w:val="28"/>
                <w:szCs w:val="28"/>
                <w:lang w:val="ru-RU"/>
              </w:rPr>
              <w:t>департаменту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001601">
              <w:rPr>
                <w:sz w:val="28"/>
                <w:szCs w:val="28"/>
                <w:lang w:val="ru-RU"/>
              </w:rPr>
              <w:t>комунікацій та внутрішньої політики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250DF">
              <w:rPr>
                <w:sz w:val="28"/>
                <w:szCs w:val="28"/>
                <w:lang w:val="uk-UA"/>
              </w:rPr>
              <w:t>обласної державної адміністрації</w:t>
            </w:r>
            <w:bookmarkStart w:id="0" w:name="_GoBack"/>
            <w:bookmarkEnd w:id="0"/>
          </w:p>
          <w:p w:rsidR="00194E03" w:rsidRPr="00896BE1" w:rsidRDefault="00194E03" w:rsidP="00C06A5E">
            <w:pPr>
              <w:pStyle w:val="Standard"/>
              <w:jc w:val="both"/>
              <w:rPr>
                <w:color w:val="FF0000"/>
                <w:sz w:val="2"/>
                <w:szCs w:val="2"/>
                <w:lang w:val="ru-RU"/>
              </w:rPr>
            </w:pPr>
          </w:p>
        </w:tc>
      </w:tr>
      <w:tr w:rsidR="00194E03" w:rsidRPr="00B63844">
        <w:trPr>
          <w:trHeight w:val="195"/>
        </w:trPr>
        <w:tc>
          <w:tcPr>
            <w:tcW w:w="3369" w:type="dxa"/>
          </w:tcPr>
          <w:p w:rsidR="00194E03" w:rsidRPr="005E186D" w:rsidRDefault="00194E03" w:rsidP="00C06A5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6129" w:type="dxa"/>
          </w:tcPr>
          <w:p w:rsidR="00194E03" w:rsidRPr="005E186D" w:rsidRDefault="00194E03" w:rsidP="00C06A5E">
            <w:pPr>
              <w:pStyle w:val="Standard"/>
              <w:jc w:val="both"/>
              <w:rPr>
                <w:color w:val="FF0000"/>
                <w:lang w:val="uk-UA"/>
              </w:rPr>
            </w:pPr>
          </w:p>
        </w:tc>
      </w:tr>
      <w:tr w:rsidR="00194E03" w:rsidRPr="00B63844">
        <w:trPr>
          <w:trHeight w:val="283"/>
        </w:trPr>
        <w:tc>
          <w:tcPr>
            <w:tcW w:w="3369" w:type="dxa"/>
          </w:tcPr>
          <w:p w:rsidR="00194E03" w:rsidRDefault="00194E03" w:rsidP="00C06A5E">
            <w:pPr>
              <w:pStyle w:val="docdata"/>
              <w:widowControl w:val="0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5F3E9C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  <w:lang w:val="uk-UA"/>
              </w:rPr>
              <w:t>МИТРІВ</w:t>
            </w:r>
            <w:r w:rsidRPr="005F3E9C">
              <w:rPr>
                <w:sz w:val="28"/>
                <w:szCs w:val="28"/>
              </w:rPr>
              <w:t xml:space="preserve"> </w:t>
            </w:r>
          </w:p>
          <w:p w:rsidR="00194E03" w:rsidRPr="005F3E9C" w:rsidRDefault="00194E03" w:rsidP="00C06A5E">
            <w:pPr>
              <w:pStyle w:val="docdata"/>
              <w:widowControl w:val="0"/>
              <w:spacing w:before="0" w:beforeAutospacing="0" w:after="0" w:afterAutospacing="0"/>
              <w:rPr>
                <w:color w:val="FF0000"/>
                <w:sz w:val="28"/>
                <w:szCs w:val="28"/>
                <w:lang w:val="uk-UA"/>
              </w:rPr>
            </w:pPr>
            <w:r w:rsidRPr="005F3E9C">
              <w:rPr>
                <w:sz w:val="28"/>
                <w:szCs w:val="28"/>
              </w:rPr>
              <w:t>Мар’ян</w:t>
            </w:r>
            <w:r>
              <w:rPr>
                <w:sz w:val="28"/>
                <w:szCs w:val="28"/>
                <w:lang w:val="uk-UA"/>
              </w:rPr>
              <w:t>а</w:t>
            </w:r>
            <w:r w:rsidRPr="005F3E9C">
              <w:rPr>
                <w:sz w:val="28"/>
                <w:szCs w:val="28"/>
              </w:rPr>
              <w:t xml:space="preserve"> Богданівн</w:t>
            </w:r>
            <w:r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6129" w:type="dxa"/>
          </w:tcPr>
          <w:p w:rsidR="00194E03" w:rsidRPr="00B63844" w:rsidRDefault="00194E03" w:rsidP="00C06A5E">
            <w:pPr>
              <w:pStyle w:val="Standard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001601">
              <w:rPr>
                <w:sz w:val="28"/>
                <w:szCs w:val="28"/>
                <w:lang w:val="ru-RU"/>
              </w:rPr>
              <w:t>заступник директора</w:t>
            </w:r>
            <w:r w:rsidRPr="007F572D">
              <w:rPr>
                <w:lang w:val="ru-RU"/>
              </w:rPr>
              <w:t xml:space="preserve"> </w:t>
            </w:r>
            <w:r w:rsidRPr="00065429">
              <w:rPr>
                <w:sz w:val="28"/>
                <w:szCs w:val="28"/>
                <w:lang w:val="ru-RU"/>
              </w:rPr>
              <w:t xml:space="preserve"> департаменту</w:t>
            </w:r>
            <w:r w:rsidRPr="007F572D">
              <w:rPr>
                <w:sz w:val="28"/>
                <w:szCs w:val="28"/>
                <w:lang w:val="ru-RU"/>
              </w:rPr>
              <w:t xml:space="preserve"> – начальник управління фінансово</w:t>
            </w:r>
            <w:r>
              <w:rPr>
                <w:sz w:val="28"/>
                <w:szCs w:val="28"/>
                <w:lang w:val="ru-RU"/>
              </w:rPr>
              <w:t xml:space="preserve"> - </w:t>
            </w:r>
            <w:r w:rsidRPr="007F572D">
              <w:rPr>
                <w:sz w:val="28"/>
                <w:szCs w:val="28"/>
                <w:lang w:val="ru-RU"/>
              </w:rPr>
              <w:t>економічного забезпечення та розвитку персоналу  д</w:t>
            </w:r>
            <w:r w:rsidRPr="007F572D">
              <w:rPr>
                <w:spacing w:val="1"/>
                <w:sz w:val="28"/>
                <w:szCs w:val="28"/>
                <w:lang w:val="ru-RU"/>
              </w:rPr>
              <w:t>епартаменту</w:t>
            </w:r>
            <w:r w:rsidRPr="000C054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>
              <w:rPr>
                <w:spacing w:val="1"/>
                <w:sz w:val="28"/>
                <w:szCs w:val="28"/>
                <w:lang w:val="ru-RU"/>
              </w:rPr>
              <w:t>освіти і науки</w:t>
            </w:r>
            <w:r w:rsidRPr="000C054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250DF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194E03" w:rsidRPr="00B63844">
        <w:trPr>
          <w:trHeight w:val="364"/>
        </w:trPr>
        <w:tc>
          <w:tcPr>
            <w:tcW w:w="3369" w:type="dxa"/>
          </w:tcPr>
          <w:p w:rsidR="00194E03" w:rsidRPr="005E186D" w:rsidRDefault="00194E03" w:rsidP="00C06A5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6129" w:type="dxa"/>
          </w:tcPr>
          <w:p w:rsidR="00194E03" w:rsidRPr="005E186D" w:rsidRDefault="00194E03" w:rsidP="00C06A5E">
            <w:pPr>
              <w:pStyle w:val="Standard"/>
              <w:jc w:val="both"/>
              <w:rPr>
                <w:color w:val="FF0000"/>
                <w:lang w:val="ru-RU"/>
              </w:rPr>
            </w:pPr>
          </w:p>
        </w:tc>
      </w:tr>
      <w:tr w:rsidR="00194E03" w:rsidRPr="00B63844">
        <w:trPr>
          <w:trHeight w:val="167"/>
        </w:trPr>
        <w:tc>
          <w:tcPr>
            <w:tcW w:w="3369" w:type="dxa"/>
          </w:tcPr>
          <w:p w:rsidR="00194E03" w:rsidRDefault="00194E03" w:rsidP="00C06A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МАЛОЇД           </w:t>
            </w:r>
          </w:p>
          <w:p w:rsidR="00194E03" w:rsidRPr="00EC3005" w:rsidRDefault="00194E03" w:rsidP="00C06A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Миколайович</w:t>
            </w:r>
          </w:p>
        </w:tc>
        <w:tc>
          <w:tcPr>
            <w:tcW w:w="6129" w:type="dxa"/>
          </w:tcPr>
          <w:p w:rsidR="00194E03" w:rsidRPr="00896BE1" w:rsidRDefault="00194E03" w:rsidP="00C06A5E">
            <w:pPr>
              <w:pStyle w:val="Standard"/>
              <w:jc w:val="both"/>
              <w:rPr>
                <w:sz w:val="28"/>
                <w:szCs w:val="28"/>
                <w:lang w:val="ru-RU"/>
              </w:rPr>
            </w:pPr>
            <w:r>
              <w:rPr>
                <w:spacing w:val="1"/>
                <w:sz w:val="28"/>
                <w:szCs w:val="28"/>
                <w:lang w:val="ru-RU"/>
              </w:rPr>
              <w:t>начальник управління організаційно-фінансового забезпечення, стратегічного планування та цифровізації д</w:t>
            </w:r>
            <w:r w:rsidRPr="000C0547">
              <w:rPr>
                <w:spacing w:val="1"/>
                <w:sz w:val="28"/>
                <w:szCs w:val="28"/>
                <w:lang w:val="ru-RU"/>
              </w:rPr>
              <w:t>епартамент</w:t>
            </w:r>
            <w:r>
              <w:rPr>
                <w:spacing w:val="1"/>
                <w:sz w:val="28"/>
                <w:szCs w:val="28"/>
                <w:lang w:val="ru-RU"/>
              </w:rPr>
              <w:t>у</w:t>
            </w:r>
            <w:r w:rsidRPr="000C054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>
              <w:rPr>
                <w:spacing w:val="1"/>
                <w:sz w:val="28"/>
                <w:szCs w:val="28"/>
                <w:lang w:val="ru-RU"/>
              </w:rPr>
              <w:t>охорони здоров</w:t>
            </w:r>
            <w:r>
              <w:rPr>
                <w:rFonts w:ascii="Arial" w:hAnsi="Arial" w:cs="Arial"/>
                <w:spacing w:val="1"/>
                <w:sz w:val="28"/>
                <w:szCs w:val="28"/>
                <w:lang w:val="ru-RU"/>
              </w:rPr>
              <w:t>'</w:t>
            </w:r>
            <w:r>
              <w:rPr>
                <w:spacing w:val="1"/>
                <w:sz w:val="28"/>
                <w:szCs w:val="28"/>
                <w:lang w:val="ru-RU"/>
              </w:rPr>
              <w:t>я</w:t>
            </w:r>
            <w:r w:rsidRPr="000C054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96BE1">
              <w:rPr>
                <w:sz w:val="28"/>
                <w:szCs w:val="28"/>
                <w:lang w:val="ru-RU"/>
              </w:rPr>
              <w:t>обласної державної адміністрації</w:t>
            </w:r>
          </w:p>
        </w:tc>
      </w:tr>
      <w:tr w:rsidR="00194E03" w:rsidRPr="00B63844">
        <w:trPr>
          <w:trHeight w:val="284"/>
        </w:trPr>
        <w:tc>
          <w:tcPr>
            <w:tcW w:w="3369" w:type="dxa"/>
          </w:tcPr>
          <w:p w:rsidR="00194E03" w:rsidRPr="005E186D" w:rsidRDefault="00194E03" w:rsidP="00C06A5E">
            <w:pPr>
              <w:pStyle w:val="docdata"/>
              <w:widowControl w:val="0"/>
              <w:spacing w:before="0" w:beforeAutospacing="0" w:after="0" w:afterAutospacing="0"/>
              <w:rPr>
                <w:color w:val="FF0000"/>
                <w:lang w:val="uk-UA"/>
              </w:rPr>
            </w:pPr>
          </w:p>
        </w:tc>
        <w:tc>
          <w:tcPr>
            <w:tcW w:w="6129" w:type="dxa"/>
          </w:tcPr>
          <w:p w:rsidR="00194E03" w:rsidRPr="005E186D" w:rsidRDefault="00194E03" w:rsidP="00C06A5E">
            <w:pPr>
              <w:pStyle w:val="Standard"/>
              <w:jc w:val="both"/>
              <w:rPr>
                <w:color w:val="FF0000"/>
                <w:lang w:val="uk-UA"/>
              </w:rPr>
            </w:pPr>
          </w:p>
        </w:tc>
      </w:tr>
      <w:tr w:rsidR="00194E03" w:rsidRPr="00B63844">
        <w:trPr>
          <w:trHeight w:val="390"/>
        </w:trPr>
        <w:tc>
          <w:tcPr>
            <w:tcW w:w="3369" w:type="dxa"/>
          </w:tcPr>
          <w:p w:rsidR="00194E03" w:rsidRDefault="00194E03" w:rsidP="00C06A5E">
            <w:pPr>
              <w:rPr>
                <w:sz w:val="28"/>
                <w:szCs w:val="28"/>
              </w:rPr>
            </w:pPr>
            <w:r w:rsidRPr="00C93F8B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АЦИШИН</w:t>
            </w:r>
            <w:r w:rsidRPr="00C93F8B">
              <w:rPr>
                <w:sz w:val="28"/>
                <w:szCs w:val="28"/>
              </w:rPr>
              <w:t xml:space="preserve"> </w:t>
            </w:r>
          </w:p>
          <w:p w:rsidR="00194E03" w:rsidRPr="00C93F8B" w:rsidRDefault="00194E03" w:rsidP="00C06A5E">
            <w:pPr>
              <w:rPr>
                <w:sz w:val="28"/>
                <w:szCs w:val="28"/>
              </w:rPr>
            </w:pPr>
            <w:r w:rsidRPr="00C93F8B">
              <w:rPr>
                <w:sz w:val="28"/>
                <w:szCs w:val="28"/>
              </w:rPr>
              <w:t>Галина Андріївна</w:t>
            </w:r>
          </w:p>
        </w:tc>
        <w:tc>
          <w:tcPr>
            <w:tcW w:w="6129" w:type="dxa"/>
          </w:tcPr>
          <w:p w:rsidR="00194E03" w:rsidRPr="00985B13" w:rsidRDefault="00194E03" w:rsidP="00C06A5E">
            <w:pPr>
              <w:pStyle w:val="Standard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796446">
              <w:rPr>
                <w:sz w:val="28"/>
                <w:szCs w:val="28"/>
                <w:lang w:val="ru-RU"/>
              </w:rPr>
              <w:t xml:space="preserve">аступник директора </w:t>
            </w:r>
            <w:r w:rsidRPr="00065429">
              <w:rPr>
                <w:sz w:val="28"/>
                <w:szCs w:val="28"/>
                <w:lang w:val="ru-RU"/>
              </w:rPr>
              <w:t xml:space="preserve"> департаменту</w:t>
            </w:r>
            <w:r>
              <w:rPr>
                <w:lang w:val="uk-UA"/>
              </w:rPr>
              <w:t xml:space="preserve"> - </w:t>
            </w:r>
            <w:r w:rsidRPr="00796446">
              <w:rPr>
                <w:sz w:val="28"/>
                <w:szCs w:val="28"/>
                <w:lang w:val="ru-RU"/>
              </w:rPr>
              <w:t xml:space="preserve">начальник управління ЖКГ департаменту </w:t>
            </w:r>
            <w:r>
              <w:rPr>
                <w:spacing w:val="1"/>
                <w:sz w:val="28"/>
                <w:szCs w:val="28"/>
                <w:lang w:val="ru-RU"/>
              </w:rPr>
              <w:t>паливно-енергетичного комплексу, енергоефективності та житлово-комунального господарства</w:t>
            </w:r>
            <w:r w:rsidRPr="000C054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250DF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194E03" w:rsidRPr="00B63844">
        <w:trPr>
          <w:trHeight w:val="240"/>
        </w:trPr>
        <w:tc>
          <w:tcPr>
            <w:tcW w:w="3369" w:type="dxa"/>
          </w:tcPr>
          <w:p w:rsidR="00194E03" w:rsidRPr="005E186D" w:rsidRDefault="00194E03" w:rsidP="00C06A5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6129" w:type="dxa"/>
          </w:tcPr>
          <w:p w:rsidR="00194E03" w:rsidRPr="005E186D" w:rsidRDefault="00194E03" w:rsidP="00C06A5E">
            <w:pPr>
              <w:pStyle w:val="Standard"/>
              <w:jc w:val="both"/>
              <w:rPr>
                <w:color w:val="FF0000"/>
                <w:lang w:val="ru-RU"/>
              </w:rPr>
            </w:pPr>
          </w:p>
        </w:tc>
      </w:tr>
      <w:tr w:rsidR="00194E03" w:rsidRPr="00B63844">
        <w:trPr>
          <w:trHeight w:val="283"/>
        </w:trPr>
        <w:tc>
          <w:tcPr>
            <w:tcW w:w="3369" w:type="dxa"/>
          </w:tcPr>
          <w:p w:rsidR="00194E03" w:rsidRDefault="00194E03" w:rsidP="00C06A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НАШОРА</w:t>
            </w:r>
          </w:p>
          <w:p w:rsidR="00194E03" w:rsidRPr="00114222" w:rsidRDefault="00194E03" w:rsidP="00C06A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Леся Іванівна</w:t>
            </w:r>
          </w:p>
        </w:tc>
        <w:tc>
          <w:tcPr>
            <w:tcW w:w="6129" w:type="dxa"/>
          </w:tcPr>
          <w:p w:rsidR="00194E03" w:rsidRPr="00985B13" w:rsidRDefault="00194E03" w:rsidP="00C06A5E">
            <w:pPr>
              <w:pStyle w:val="Standard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796446">
              <w:rPr>
                <w:sz w:val="28"/>
                <w:szCs w:val="28"/>
                <w:lang w:val="ru-RU"/>
              </w:rPr>
              <w:t xml:space="preserve">аступник директора </w:t>
            </w:r>
            <w:r w:rsidRPr="005B132D">
              <w:rPr>
                <w:sz w:val="28"/>
                <w:szCs w:val="28"/>
                <w:lang w:val="ru-RU"/>
              </w:rPr>
              <w:t>департамент</w:t>
            </w:r>
            <w:r>
              <w:rPr>
                <w:sz w:val="28"/>
                <w:szCs w:val="28"/>
                <w:lang w:val="ru-RU"/>
              </w:rPr>
              <w:t>у</w:t>
            </w:r>
            <w:r w:rsidRPr="005B132D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pacing w:val="1"/>
                <w:sz w:val="28"/>
                <w:szCs w:val="28"/>
                <w:lang w:val="ru-RU"/>
              </w:rPr>
              <w:t>соціального захисту населення</w:t>
            </w:r>
            <w:r w:rsidRPr="000C054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250DF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194E03" w:rsidRPr="00B63844">
        <w:trPr>
          <w:trHeight w:val="283"/>
        </w:trPr>
        <w:tc>
          <w:tcPr>
            <w:tcW w:w="3369" w:type="dxa"/>
          </w:tcPr>
          <w:p w:rsidR="00194E03" w:rsidRPr="005E186D" w:rsidRDefault="00194E03" w:rsidP="00C06A5E">
            <w:pPr>
              <w:rPr>
                <w:sz w:val="24"/>
                <w:szCs w:val="24"/>
              </w:rPr>
            </w:pPr>
          </w:p>
        </w:tc>
        <w:tc>
          <w:tcPr>
            <w:tcW w:w="6129" w:type="dxa"/>
          </w:tcPr>
          <w:p w:rsidR="00194E03" w:rsidRPr="005E186D" w:rsidRDefault="00194E03" w:rsidP="00C06A5E">
            <w:pPr>
              <w:pStyle w:val="Standard"/>
              <w:jc w:val="both"/>
              <w:rPr>
                <w:lang w:val="uk-UA"/>
              </w:rPr>
            </w:pPr>
          </w:p>
        </w:tc>
      </w:tr>
      <w:tr w:rsidR="00194E03" w:rsidRPr="00B63844">
        <w:trPr>
          <w:trHeight w:val="192"/>
        </w:trPr>
        <w:tc>
          <w:tcPr>
            <w:tcW w:w="3369" w:type="dxa"/>
          </w:tcPr>
          <w:p w:rsidR="00194E03" w:rsidRDefault="00194E03" w:rsidP="00C06A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НОС</w:t>
            </w:r>
          </w:p>
          <w:p w:rsidR="00194E03" w:rsidRDefault="00194E03" w:rsidP="00C06A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 Петрович</w:t>
            </w:r>
          </w:p>
          <w:p w:rsidR="00194E03" w:rsidRPr="00985B13" w:rsidRDefault="00194E03" w:rsidP="00C06A5E">
            <w:pPr>
              <w:rPr>
                <w:sz w:val="28"/>
                <w:szCs w:val="28"/>
              </w:rPr>
            </w:pPr>
          </w:p>
        </w:tc>
        <w:tc>
          <w:tcPr>
            <w:tcW w:w="6129" w:type="dxa"/>
          </w:tcPr>
          <w:p w:rsidR="00194E03" w:rsidRDefault="00194E03" w:rsidP="00C06A5E">
            <w:pPr>
              <w:pStyle w:val="Standard"/>
              <w:jc w:val="both"/>
              <w:rPr>
                <w:sz w:val="28"/>
                <w:szCs w:val="28"/>
                <w:lang w:val="uk-UA"/>
              </w:rPr>
            </w:pPr>
            <w:r w:rsidRPr="00001601">
              <w:rPr>
                <w:sz w:val="28"/>
                <w:szCs w:val="28"/>
                <w:lang w:val="ru-RU"/>
              </w:rPr>
              <w:t>заступник директора</w:t>
            </w:r>
            <w:r w:rsidRPr="007F572D">
              <w:rPr>
                <w:lang w:val="ru-RU"/>
              </w:rPr>
              <w:t xml:space="preserve"> </w:t>
            </w:r>
            <w:r w:rsidRPr="00065429">
              <w:rPr>
                <w:sz w:val="28"/>
                <w:szCs w:val="28"/>
                <w:lang w:val="ru-RU"/>
              </w:rPr>
              <w:t xml:space="preserve"> департаменту</w:t>
            </w:r>
            <w:r w:rsidRPr="007F572D">
              <w:rPr>
                <w:sz w:val="28"/>
                <w:szCs w:val="28"/>
                <w:lang w:val="ru-RU"/>
              </w:rPr>
              <w:t xml:space="preserve"> – начальник управління </w:t>
            </w:r>
            <w:r>
              <w:rPr>
                <w:sz w:val="28"/>
                <w:szCs w:val="28"/>
                <w:lang w:val="ru-RU"/>
              </w:rPr>
              <w:t xml:space="preserve">доходів та фінансів виробничої сфери </w:t>
            </w:r>
            <w:r w:rsidRPr="003F39E3">
              <w:rPr>
                <w:sz w:val="28"/>
                <w:szCs w:val="28"/>
                <w:lang w:val="ru-RU"/>
              </w:rPr>
              <w:t>департаменту фінансів обласної державної адміністрації</w:t>
            </w:r>
          </w:p>
          <w:p w:rsidR="00194E03" w:rsidRPr="00EC3005" w:rsidRDefault="00194E03" w:rsidP="00C06A5E">
            <w:pPr>
              <w:pStyle w:val="Standard"/>
              <w:jc w:val="both"/>
              <w:rPr>
                <w:sz w:val="2"/>
                <w:szCs w:val="2"/>
                <w:lang w:val="uk-UA"/>
              </w:rPr>
            </w:pPr>
          </w:p>
        </w:tc>
      </w:tr>
      <w:tr w:rsidR="00194E03" w:rsidRPr="00B63844">
        <w:trPr>
          <w:trHeight w:val="240"/>
        </w:trPr>
        <w:tc>
          <w:tcPr>
            <w:tcW w:w="3369" w:type="dxa"/>
          </w:tcPr>
          <w:p w:rsidR="00194E03" w:rsidRPr="00C93F8B" w:rsidRDefault="00194E03" w:rsidP="00C06A5E">
            <w:pPr>
              <w:rPr>
                <w:sz w:val="28"/>
                <w:szCs w:val="28"/>
              </w:rPr>
            </w:pPr>
          </w:p>
        </w:tc>
        <w:tc>
          <w:tcPr>
            <w:tcW w:w="6129" w:type="dxa"/>
          </w:tcPr>
          <w:p w:rsidR="00194E03" w:rsidRPr="002F2C11" w:rsidRDefault="00194E03" w:rsidP="00C06A5E">
            <w:pPr>
              <w:pStyle w:val="Standard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194E03" w:rsidRPr="00B63844">
        <w:trPr>
          <w:trHeight w:val="225"/>
        </w:trPr>
        <w:tc>
          <w:tcPr>
            <w:tcW w:w="3369" w:type="dxa"/>
          </w:tcPr>
          <w:p w:rsidR="00194E03" w:rsidRDefault="00194E03" w:rsidP="001E14F5">
            <w:pPr>
              <w:rPr>
                <w:sz w:val="28"/>
                <w:szCs w:val="28"/>
              </w:rPr>
            </w:pPr>
            <w:r w:rsidRPr="00F82772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ДИНОЦЬКИЙ </w:t>
            </w:r>
          </w:p>
          <w:p w:rsidR="00194E03" w:rsidRPr="00F82772" w:rsidRDefault="00194E03" w:rsidP="001E14F5">
            <w:pPr>
              <w:rPr>
                <w:sz w:val="28"/>
                <w:szCs w:val="28"/>
              </w:rPr>
            </w:pPr>
            <w:r w:rsidRPr="00F82772">
              <w:rPr>
                <w:sz w:val="28"/>
                <w:szCs w:val="28"/>
              </w:rPr>
              <w:t>Микола Павлович</w:t>
            </w:r>
          </w:p>
        </w:tc>
        <w:tc>
          <w:tcPr>
            <w:tcW w:w="6129" w:type="dxa"/>
          </w:tcPr>
          <w:p w:rsidR="00194E03" w:rsidRPr="00F82772" w:rsidRDefault="00194E03" w:rsidP="001E14F5">
            <w:pPr>
              <w:pStyle w:val="Standard"/>
              <w:jc w:val="both"/>
              <w:rPr>
                <w:sz w:val="2"/>
                <w:szCs w:val="2"/>
                <w:lang w:val="uk-UA"/>
              </w:rPr>
            </w:pPr>
            <w:r w:rsidRPr="003F1AB5">
              <w:rPr>
                <w:sz w:val="28"/>
                <w:szCs w:val="28"/>
                <w:lang w:val="ru-RU"/>
              </w:rPr>
              <w:t xml:space="preserve">заступник директора </w:t>
            </w:r>
            <w:r w:rsidRPr="00065429">
              <w:rPr>
                <w:sz w:val="28"/>
                <w:szCs w:val="28"/>
                <w:lang w:val="ru-RU"/>
              </w:rPr>
              <w:t xml:space="preserve"> департаменту</w:t>
            </w:r>
            <w:r w:rsidRPr="003F1AB5">
              <w:rPr>
                <w:sz w:val="28"/>
                <w:szCs w:val="28"/>
                <w:lang w:val="ru-RU"/>
              </w:rPr>
              <w:t xml:space="preserve"> – начальник управління ремонтів та експлуатаційного утримання автомобільних доріг департаменту дорожнього господарства </w:t>
            </w:r>
            <w:r w:rsidRPr="00313675">
              <w:rPr>
                <w:sz w:val="28"/>
                <w:szCs w:val="28"/>
                <w:lang w:val="uk-UA"/>
              </w:rPr>
              <w:t xml:space="preserve"> обласної державної адміністрації</w:t>
            </w:r>
            <w:r w:rsidRPr="00F82772">
              <w:rPr>
                <w:sz w:val="2"/>
                <w:szCs w:val="2"/>
                <w:lang w:val="uk-UA"/>
              </w:rPr>
              <w:t xml:space="preserve"> </w:t>
            </w:r>
          </w:p>
        </w:tc>
      </w:tr>
      <w:tr w:rsidR="00194E03" w:rsidRPr="00B63844">
        <w:trPr>
          <w:trHeight w:val="371"/>
        </w:trPr>
        <w:tc>
          <w:tcPr>
            <w:tcW w:w="3369" w:type="dxa"/>
          </w:tcPr>
          <w:p w:rsidR="00194E03" w:rsidRPr="00014DB7" w:rsidRDefault="00194E03" w:rsidP="001E14F5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129" w:type="dxa"/>
          </w:tcPr>
          <w:p w:rsidR="00194E03" w:rsidRPr="00014DB7" w:rsidRDefault="00194E03" w:rsidP="001E14F5">
            <w:pPr>
              <w:pStyle w:val="Standard"/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194E03" w:rsidRPr="00B63844">
        <w:trPr>
          <w:trHeight w:val="300"/>
        </w:trPr>
        <w:tc>
          <w:tcPr>
            <w:tcW w:w="3369" w:type="dxa"/>
          </w:tcPr>
          <w:p w:rsidR="00194E03" w:rsidRDefault="00194E03" w:rsidP="001E14F5">
            <w:pPr>
              <w:suppressAutoHyphens/>
              <w:rPr>
                <w:spacing w:val="-1"/>
                <w:sz w:val="28"/>
                <w:szCs w:val="28"/>
                <w:lang w:eastAsia="zh-CN"/>
              </w:rPr>
            </w:pPr>
            <w:r>
              <w:rPr>
                <w:spacing w:val="-1"/>
                <w:sz w:val="28"/>
                <w:szCs w:val="28"/>
                <w:lang w:eastAsia="zh-CN"/>
              </w:rPr>
              <w:t>ПЛУГАТОР</w:t>
            </w:r>
          </w:p>
          <w:p w:rsidR="00194E03" w:rsidRPr="000E657D" w:rsidRDefault="00194E03" w:rsidP="001E14F5">
            <w:pPr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pacing w:val="-1"/>
                <w:sz w:val="28"/>
                <w:szCs w:val="28"/>
                <w:lang w:eastAsia="zh-CN"/>
              </w:rPr>
              <w:t>Тетяна Василівна</w:t>
            </w:r>
          </w:p>
        </w:tc>
        <w:tc>
          <w:tcPr>
            <w:tcW w:w="6129" w:type="dxa"/>
          </w:tcPr>
          <w:p w:rsidR="00194E03" w:rsidRPr="000E657D" w:rsidRDefault="00194E03" w:rsidP="001E14F5">
            <w:pPr>
              <w:rPr>
                <w:sz w:val="28"/>
                <w:szCs w:val="28"/>
                <w:lang w:eastAsia="zh-CN"/>
              </w:rPr>
            </w:pPr>
            <w:r w:rsidRPr="008522DC">
              <w:rPr>
                <w:sz w:val="28"/>
                <w:szCs w:val="28"/>
              </w:rPr>
              <w:t>заступник директора департаменту - начальник управління культури д</w:t>
            </w:r>
            <w:r w:rsidRPr="008522DC">
              <w:rPr>
                <w:sz w:val="28"/>
                <w:szCs w:val="28"/>
                <w:lang w:eastAsia="zh-CN"/>
              </w:rPr>
              <w:t>епартаменту з</w:t>
            </w:r>
            <w:r w:rsidRPr="000E657D">
              <w:rPr>
                <w:sz w:val="28"/>
                <w:szCs w:val="28"/>
                <w:lang w:eastAsia="zh-CN"/>
              </w:rPr>
              <w:t xml:space="preserve"> питань культури, національностей та релігій облдержадміністрації</w:t>
            </w:r>
          </w:p>
        </w:tc>
      </w:tr>
      <w:tr w:rsidR="00194E03" w:rsidRPr="00B63844">
        <w:trPr>
          <w:trHeight w:val="330"/>
        </w:trPr>
        <w:tc>
          <w:tcPr>
            <w:tcW w:w="3369" w:type="dxa"/>
          </w:tcPr>
          <w:p w:rsidR="00194E03" w:rsidRPr="00985B13" w:rsidRDefault="00194E03" w:rsidP="001E14F5">
            <w:pPr>
              <w:rPr>
                <w:sz w:val="28"/>
                <w:szCs w:val="28"/>
              </w:rPr>
            </w:pPr>
          </w:p>
        </w:tc>
        <w:tc>
          <w:tcPr>
            <w:tcW w:w="6129" w:type="dxa"/>
          </w:tcPr>
          <w:p w:rsidR="00194E03" w:rsidRPr="00D35BBB" w:rsidRDefault="00194E03" w:rsidP="001E14F5">
            <w:pPr>
              <w:pStyle w:val="Standard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194E03" w:rsidRPr="00B63844">
        <w:trPr>
          <w:trHeight w:val="540"/>
        </w:trPr>
        <w:tc>
          <w:tcPr>
            <w:tcW w:w="3369" w:type="dxa"/>
          </w:tcPr>
          <w:p w:rsidR="00194E03" w:rsidRDefault="00194E03" w:rsidP="001E14F5">
            <w:pPr>
              <w:rPr>
                <w:sz w:val="28"/>
                <w:szCs w:val="28"/>
              </w:rPr>
            </w:pPr>
            <w:r w:rsidRPr="00014DB7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АГАН</w:t>
            </w:r>
          </w:p>
          <w:p w:rsidR="00194E03" w:rsidRPr="00014DB7" w:rsidRDefault="00194E03" w:rsidP="001E14F5">
            <w:pPr>
              <w:rPr>
                <w:color w:val="FF0000"/>
                <w:sz w:val="28"/>
                <w:szCs w:val="28"/>
              </w:rPr>
            </w:pPr>
            <w:r w:rsidRPr="00014DB7">
              <w:rPr>
                <w:sz w:val="28"/>
                <w:szCs w:val="28"/>
              </w:rPr>
              <w:t>Максим Олександрович</w:t>
            </w:r>
          </w:p>
        </w:tc>
        <w:tc>
          <w:tcPr>
            <w:tcW w:w="6129" w:type="dxa"/>
          </w:tcPr>
          <w:p w:rsidR="00194E03" w:rsidRPr="00014DB7" w:rsidRDefault="00194E03" w:rsidP="001E14F5">
            <w:pPr>
              <w:pStyle w:val="Standard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014DB7">
              <w:rPr>
                <w:sz w:val="28"/>
                <w:szCs w:val="28"/>
                <w:lang w:val="ru-RU"/>
              </w:rPr>
              <w:t xml:space="preserve">т.в.о. заступника директора департаменту </w:t>
            </w:r>
            <w:r w:rsidRPr="00014DB7">
              <w:rPr>
                <w:spacing w:val="1"/>
                <w:sz w:val="28"/>
                <w:szCs w:val="28"/>
                <w:lang w:val="ru-RU"/>
              </w:rPr>
              <w:t xml:space="preserve">міжнародного співробітництва </w:t>
            </w:r>
            <w:r w:rsidRPr="00014DB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194E03" w:rsidRPr="00B63844">
        <w:trPr>
          <w:trHeight w:val="312"/>
        </w:trPr>
        <w:tc>
          <w:tcPr>
            <w:tcW w:w="3369" w:type="dxa"/>
          </w:tcPr>
          <w:p w:rsidR="00194E03" w:rsidRPr="000E657D" w:rsidRDefault="00194E03" w:rsidP="001E14F5">
            <w:pPr>
              <w:suppressAutoHyphens/>
              <w:rPr>
                <w:caps/>
                <w:spacing w:val="-1"/>
                <w:sz w:val="28"/>
                <w:szCs w:val="28"/>
                <w:lang w:eastAsia="zh-CN"/>
              </w:rPr>
            </w:pPr>
          </w:p>
        </w:tc>
        <w:tc>
          <w:tcPr>
            <w:tcW w:w="6129" w:type="dxa"/>
          </w:tcPr>
          <w:p w:rsidR="00194E03" w:rsidRPr="00065429" w:rsidRDefault="00194E03" w:rsidP="001E14F5">
            <w:pPr>
              <w:rPr>
                <w:sz w:val="28"/>
                <w:szCs w:val="28"/>
                <w:lang w:eastAsia="zh-CN"/>
              </w:rPr>
            </w:pPr>
          </w:p>
        </w:tc>
      </w:tr>
      <w:tr w:rsidR="00194E03" w:rsidRPr="00B63844">
        <w:trPr>
          <w:trHeight w:val="570"/>
        </w:trPr>
        <w:tc>
          <w:tcPr>
            <w:tcW w:w="3369" w:type="dxa"/>
          </w:tcPr>
          <w:p w:rsidR="00194E03" w:rsidRDefault="00194E03" w:rsidP="001E14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ТУПІСЬ</w:t>
            </w:r>
          </w:p>
          <w:p w:rsidR="00194E03" w:rsidRDefault="00194E03" w:rsidP="001E14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Олегівна</w:t>
            </w:r>
          </w:p>
          <w:p w:rsidR="00194E03" w:rsidRPr="000E657D" w:rsidRDefault="00194E03" w:rsidP="001E14F5">
            <w:pPr>
              <w:suppressAutoHyphens/>
              <w:rPr>
                <w:caps/>
                <w:spacing w:val="-1"/>
                <w:sz w:val="28"/>
                <w:szCs w:val="28"/>
                <w:lang w:eastAsia="zh-CN"/>
              </w:rPr>
            </w:pPr>
          </w:p>
        </w:tc>
        <w:tc>
          <w:tcPr>
            <w:tcW w:w="6129" w:type="dxa"/>
          </w:tcPr>
          <w:p w:rsidR="00194E03" w:rsidRDefault="00194E03" w:rsidP="001E14F5">
            <w:pPr>
              <w:pStyle w:val="Standard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начальник відділу надання адміністративних послуг управління з питань цифрового розвитку  </w:t>
            </w:r>
            <w:r w:rsidRPr="00EC3005">
              <w:rPr>
                <w:sz w:val="28"/>
                <w:szCs w:val="28"/>
                <w:lang w:val="ru-RU"/>
              </w:rPr>
              <w:t xml:space="preserve"> обласної державної адміністрації</w:t>
            </w:r>
          </w:p>
          <w:p w:rsidR="00194E03" w:rsidRPr="001E14F5" w:rsidRDefault="00194E03" w:rsidP="001E14F5">
            <w:pPr>
              <w:rPr>
                <w:sz w:val="28"/>
                <w:szCs w:val="28"/>
                <w:lang w:val="ru-RU" w:eastAsia="zh-CN"/>
              </w:rPr>
            </w:pPr>
          </w:p>
        </w:tc>
      </w:tr>
      <w:tr w:rsidR="00194E03" w:rsidRPr="00B63844">
        <w:trPr>
          <w:trHeight w:val="285"/>
        </w:trPr>
        <w:tc>
          <w:tcPr>
            <w:tcW w:w="3369" w:type="dxa"/>
          </w:tcPr>
          <w:p w:rsidR="00194E03" w:rsidRDefault="00194E03" w:rsidP="00856951">
            <w:pPr>
              <w:suppressAutoHyphens/>
              <w:rPr>
                <w:caps/>
                <w:spacing w:val="-1"/>
                <w:sz w:val="28"/>
                <w:szCs w:val="28"/>
                <w:lang w:eastAsia="zh-CN"/>
              </w:rPr>
            </w:pPr>
            <w:r>
              <w:rPr>
                <w:caps/>
                <w:spacing w:val="-1"/>
                <w:sz w:val="28"/>
                <w:szCs w:val="28"/>
                <w:lang w:eastAsia="zh-CN"/>
              </w:rPr>
              <w:t>ТУР</w:t>
            </w:r>
          </w:p>
          <w:p w:rsidR="00194E03" w:rsidRPr="000E657D" w:rsidRDefault="00194E03" w:rsidP="00856951">
            <w:pPr>
              <w:suppressAutoHyphens/>
              <w:rPr>
                <w:caps/>
                <w:spacing w:val="-1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Андрій Тарасович</w:t>
            </w:r>
          </w:p>
        </w:tc>
        <w:tc>
          <w:tcPr>
            <w:tcW w:w="6129" w:type="dxa"/>
          </w:tcPr>
          <w:p w:rsidR="00194E03" w:rsidRPr="00065429" w:rsidRDefault="00194E03" w:rsidP="00856951">
            <w:pPr>
              <w:rPr>
                <w:sz w:val="28"/>
                <w:szCs w:val="28"/>
                <w:lang w:eastAsia="zh-CN"/>
              </w:rPr>
            </w:pPr>
            <w:r w:rsidRPr="00065429">
              <w:rPr>
                <w:sz w:val="28"/>
                <w:szCs w:val="28"/>
              </w:rPr>
              <w:t>заступник директора</w:t>
            </w:r>
            <w:r>
              <w:rPr>
                <w:sz w:val="28"/>
                <w:szCs w:val="28"/>
              </w:rPr>
              <w:t xml:space="preserve"> </w:t>
            </w:r>
            <w:r w:rsidRPr="00065429">
              <w:rPr>
                <w:sz w:val="28"/>
                <w:szCs w:val="28"/>
                <w:lang w:val="ru-RU"/>
              </w:rPr>
              <w:t xml:space="preserve"> департаменту</w:t>
            </w:r>
            <w:r>
              <w:rPr>
                <w:sz w:val="28"/>
                <w:szCs w:val="28"/>
              </w:rPr>
              <w:t xml:space="preserve"> -</w:t>
            </w:r>
            <w:r w:rsidRPr="00065429">
              <w:rPr>
                <w:sz w:val="28"/>
                <w:szCs w:val="28"/>
              </w:rPr>
              <w:t xml:space="preserve"> начальник управління розвитку спортивної інфраструктури, контролю та діловодства управління молоді та спорту</w:t>
            </w:r>
            <w:r w:rsidRPr="00065429">
              <w:rPr>
                <w:sz w:val="28"/>
                <w:szCs w:val="28"/>
                <w:lang w:eastAsia="zh-CN"/>
              </w:rPr>
              <w:t xml:space="preserve"> департамент</w:t>
            </w:r>
            <w:r>
              <w:rPr>
                <w:sz w:val="28"/>
                <w:szCs w:val="28"/>
                <w:lang w:eastAsia="zh-CN"/>
              </w:rPr>
              <w:t>у</w:t>
            </w:r>
            <w:r w:rsidRPr="00065429">
              <w:rPr>
                <w:sz w:val="28"/>
                <w:szCs w:val="28"/>
                <w:lang w:eastAsia="zh-CN"/>
              </w:rPr>
              <w:t xml:space="preserve"> спорту, молоді та туризму </w:t>
            </w:r>
            <w:r w:rsidRPr="00065429">
              <w:rPr>
                <w:sz w:val="28"/>
                <w:szCs w:val="28"/>
              </w:rPr>
              <w:t xml:space="preserve"> обласної державної адміністрації</w:t>
            </w:r>
            <w:r w:rsidRPr="00065429">
              <w:rPr>
                <w:sz w:val="28"/>
                <w:szCs w:val="28"/>
                <w:lang w:eastAsia="zh-CN"/>
              </w:rPr>
              <w:t xml:space="preserve"> </w:t>
            </w:r>
          </w:p>
        </w:tc>
      </w:tr>
      <w:tr w:rsidR="00194E03" w:rsidRPr="00B63844">
        <w:trPr>
          <w:trHeight w:val="318"/>
        </w:trPr>
        <w:tc>
          <w:tcPr>
            <w:tcW w:w="3369" w:type="dxa"/>
          </w:tcPr>
          <w:p w:rsidR="00194E03" w:rsidRPr="000E657D" w:rsidRDefault="00194E03" w:rsidP="00856951">
            <w:pPr>
              <w:suppressAutoHyphens/>
              <w:rPr>
                <w:caps/>
                <w:spacing w:val="-1"/>
                <w:sz w:val="28"/>
                <w:szCs w:val="28"/>
                <w:lang w:eastAsia="zh-CN"/>
              </w:rPr>
            </w:pPr>
          </w:p>
        </w:tc>
        <w:tc>
          <w:tcPr>
            <w:tcW w:w="6129" w:type="dxa"/>
          </w:tcPr>
          <w:p w:rsidR="00194E03" w:rsidRPr="00065429" w:rsidRDefault="00194E03" w:rsidP="00856951">
            <w:pPr>
              <w:rPr>
                <w:sz w:val="28"/>
                <w:szCs w:val="28"/>
                <w:lang w:eastAsia="zh-CN"/>
              </w:rPr>
            </w:pPr>
          </w:p>
        </w:tc>
      </w:tr>
      <w:tr w:rsidR="00194E03" w:rsidRPr="00B63844">
        <w:trPr>
          <w:trHeight w:val="345"/>
        </w:trPr>
        <w:tc>
          <w:tcPr>
            <w:tcW w:w="3369" w:type="dxa"/>
          </w:tcPr>
          <w:p w:rsidR="00194E03" w:rsidRPr="002F2C11" w:rsidRDefault="00194E03" w:rsidP="00856951">
            <w:pPr>
              <w:rPr>
                <w:sz w:val="28"/>
                <w:szCs w:val="28"/>
              </w:rPr>
            </w:pPr>
            <w:r w:rsidRPr="002F2C11">
              <w:rPr>
                <w:sz w:val="28"/>
                <w:szCs w:val="28"/>
              </w:rPr>
              <w:t xml:space="preserve">ХЛОПЕЦЬКИЙ </w:t>
            </w:r>
          </w:p>
          <w:p w:rsidR="00194E03" w:rsidRPr="00C93F8B" w:rsidRDefault="00194E03" w:rsidP="00856951">
            <w:pPr>
              <w:rPr>
                <w:sz w:val="28"/>
                <w:szCs w:val="28"/>
              </w:rPr>
            </w:pPr>
            <w:r w:rsidRPr="002F2C11">
              <w:rPr>
                <w:sz w:val="28"/>
                <w:szCs w:val="28"/>
              </w:rPr>
              <w:t>Роман Здіславович</w:t>
            </w:r>
          </w:p>
        </w:tc>
        <w:tc>
          <w:tcPr>
            <w:tcW w:w="6129" w:type="dxa"/>
          </w:tcPr>
          <w:p w:rsidR="00194E03" w:rsidRPr="002F2C11" w:rsidRDefault="00194E03" w:rsidP="00856951">
            <w:pPr>
              <w:pStyle w:val="Standard"/>
              <w:jc w:val="both"/>
              <w:rPr>
                <w:sz w:val="28"/>
                <w:szCs w:val="28"/>
                <w:lang w:val="ru-RU"/>
              </w:rPr>
            </w:pPr>
            <w:r w:rsidRPr="002F2C11">
              <w:rPr>
                <w:sz w:val="28"/>
                <w:szCs w:val="28"/>
                <w:lang w:val="ru-RU"/>
              </w:rPr>
              <w:t>заступник начальника служби – завідувач сектору соціально – правового захисту дітей</w:t>
            </w:r>
            <w:r w:rsidRPr="002F2C11">
              <w:rPr>
                <w:sz w:val="28"/>
                <w:szCs w:val="28"/>
                <w:lang w:val="uk-UA"/>
              </w:rPr>
              <w:t xml:space="preserve"> служби у справах дітей обласної державної адміністрації</w:t>
            </w:r>
          </w:p>
        </w:tc>
      </w:tr>
      <w:tr w:rsidR="00194E03" w:rsidRPr="00B63844">
        <w:trPr>
          <w:trHeight w:val="1442"/>
        </w:trPr>
        <w:tc>
          <w:tcPr>
            <w:tcW w:w="3369" w:type="dxa"/>
          </w:tcPr>
          <w:p w:rsidR="00194E03" w:rsidRPr="00EC3005" w:rsidRDefault="00194E03" w:rsidP="00856951">
            <w:pPr>
              <w:rPr>
                <w:sz w:val="2"/>
                <w:szCs w:val="2"/>
              </w:rPr>
            </w:pPr>
          </w:p>
          <w:p w:rsidR="00194E03" w:rsidRDefault="00194E03" w:rsidP="00856951">
            <w:pPr>
              <w:rPr>
                <w:sz w:val="28"/>
                <w:szCs w:val="28"/>
              </w:rPr>
            </w:pPr>
          </w:p>
          <w:p w:rsidR="00194E03" w:rsidRDefault="00194E03" w:rsidP="00856951">
            <w:pPr>
              <w:rPr>
                <w:sz w:val="28"/>
                <w:szCs w:val="28"/>
              </w:rPr>
            </w:pPr>
            <w:r w:rsidRPr="009851B1"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</w:rPr>
              <w:t>ИРОЧУК</w:t>
            </w:r>
            <w:r w:rsidRPr="009851B1">
              <w:rPr>
                <w:sz w:val="28"/>
                <w:szCs w:val="28"/>
              </w:rPr>
              <w:t xml:space="preserve"> </w:t>
            </w:r>
          </w:p>
          <w:p w:rsidR="00194E03" w:rsidRPr="00AD04C9" w:rsidRDefault="00194E03" w:rsidP="00856951">
            <w:pPr>
              <w:rPr>
                <w:sz w:val="28"/>
                <w:szCs w:val="28"/>
              </w:rPr>
            </w:pPr>
            <w:r w:rsidRPr="009851B1">
              <w:rPr>
                <w:sz w:val="28"/>
                <w:szCs w:val="28"/>
              </w:rPr>
              <w:t>Галин</w:t>
            </w:r>
            <w:r>
              <w:rPr>
                <w:sz w:val="28"/>
                <w:szCs w:val="28"/>
              </w:rPr>
              <w:t>а</w:t>
            </w:r>
            <w:r w:rsidRPr="009851B1">
              <w:rPr>
                <w:sz w:val="28"/>
                <w:szCs w:val="28"/>
              </w:rPr>
              <w:t xml:space="preserve"> Миколаївн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6129" w:type="dxa"/>
          </w:tcPr>
          <w:p w:rsidR="00194E03" w:rsidRPr="00EC3005" w:rsidRDefault="00194E03" w:rsidP="00856951">
            <w:pPr>
              <w:pStyle w:val="Standard"/>
              <w:jc w:val="both"/>
              <w:rPr>
                <w:sz w:val="2"/>
                <w:szCs w:val="2"/>
                <w:lang w:val="uk-UA"/>
              </w:rPr>
            </w:pPr>
          </w:p>
          <w:p w:rsidR="00194E03" w:rsidRDefault="00194E03" w:rsidP="00856951">
            <w:pPr>
              <w:pStyle w:val="Standard"/>
              <w:jc w:val="both"/>
              <w:rPr>
                <w:sz w:val="28"/>
                <w:szCs w:val="28"/>
                <w:lang w:val="ru-RU"/>
              </w:rPr>
            </w:pPr>
          </w:p>
          <w:p w:rsidR="00194E03" w:rsidRPr="00EC3005" w:rsidRDefault="00194E03" w:rsidP="00856951">
            <w:pPr>
              <w:pStyle w:val="Standard"/>
              <w:jc w:val="both"/>
              <w:rPr>
                <w:sz w:val="28"/>
                <w:szCs w:val="28"/>
                <w:lang w:val="ru-RU"/>
              </w:rPr>
            </w:pPr>
            <w:r w:rsidRPr="009851B1">
              <w:rPr>
                <w:sz w:val="28"/>
                <w:szCs w:val="28"/>
                <w:lang w:val="ru-RU"/>
              </w:rPr>
              <w:t xml:space="preserve">заступник директора </w:t>
            </w:r>
            <w:r w:rsidRPr="00065429">
              <w:rPr>
                <w:sz w:val="28"/>
                <w:szCs w:val="28"/>
                <w:lang w:val="ru-RU"/>
              </w:rPr>
              <w:t xml:space="preserve"> департаменту</w:t>
            </w:r>
            <w:r w:rsidRPr="009851B1">
              <w:rPr>
                <w:sz w:val="28"/>
                <w:szCs w:val="28"/>
                <w:lang w:val="ru-RU"/>
              </w:rPr>
              <w:t xml:space="preserve"> – начальник управління </w:t>
            </w:r>
            <w:r w:rsidRPr="00EC3005">
              <w:rPr>
                <w:sz w:val="28"/>
                <w:szCs w:val="28"/>
                <w:lang w:val="ru-RU"/>
              </w:rPr>
              <w:t>регіонального розвитку д</w:t>
            </w:r>
            <w:r w:rsidRPr="00EC3005">
              <w:rPr>
                <w:spacing w:val="1"/>
                <w:sz w:val="28"/>
                <w:szCs w:val="28"/>
                <w:lang w:val="ru-RU"/>
              </w:rPr>
              <w:t xml:space="preserve">епартаменту економічної політики </w:t>
            </w:r>
            <w:r w:rsidRPr="00EC3005">
              <w:rPr>
                <w:sz w:val="28"/>
                <w:szCs w:val="28"/>
                <w:lang w:val="ru-RU"/>
              </w:rPr>
              <w:t>обласної державної адміністрації</w:t>
            </w:r>
          </w:p>
        </w:tc>
      </w:tr>
    </w:tbl>
    <w:p w:rsidR="00194E03" w:rsidRPr="00B63844" w:rsidRDefault="00194E03" w:rsidP="00AE01AD">
      <w:pPr>
        <w:jc w:val="center"/>
        <w:rPr>
          <w:color w:val="FF0000"/>
          <w:sz w:val="28"/>
          <w:szCs w:val="28"/>
        </w:rPr>
      </w:pPr>
    </w:p>
    <w:p w:rsidR="00194E03" w:rsidRPr="00F957A2" w:rsidRDefault="00194E03" w:rsidP="001A7D15">
      <w:pPr>
        <w:jc w:val="center"/>
        <w:rPr>
          <w:sz w:val="28"/>
          <w:szCs w:val="28"/>
        </w:rPr>
      </w:pPr>
      <w:r w:rsidRPr="00F957A2">
        <w:rPr>
          <w:sz w:val="28"/>
          <w:szCs w:val="28"/>
        </w:rPr>
        <w:br w:type="textWrapping" w:clear="all"/>
        <w:t>__________________________________________</w:t>
      </w:r>
    </w:p>
    <w:p w:rsidR="00194E03" w:rsidRDefault="00194E03" w:rsidP="00EE42FC">
      <w:pPr>
        <w:rPr>
          <w:sz w:val="28"/>
          <w:szCs w:val="28"/>
        </w:rPr>
      </w:pPr>
    </w:p>
    <w:sectPr w:rsidR="00194E03" w:rsidSect="00CF6DF3">
      <w:headerReference w:type="default" r:id="rId7"/>
      <w:headerReference w:type="first" r:id="rId8"/>
      <w:pgSz w:w="11906" w:h="16838" w:code="9"/>
      <w:pgMar w:top="851" w:right="567" w:bottom="851" w:left="1701" w:header="578" w:footer="57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E03" w:rsidRDefault="00194E03">
      <w:r>
        <w:separator/>
      </w:r>
    </w:p>
  </w:endnote>
  <w:endnote w:type="continuationSeparator" w:id="0">
    <w:p w:rsidR="00194E03" w:rsidRDefault="00194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Kudriashov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E03" w:rsidRDefault="00194E03">
      <w:r>
        <w:separator/>
      </w:r>
    </w:p>
  </w:footnote>
  <w:footnote w:type="continuationSeparator" w:id="0">
    <w:p w:rsidR="00194E03" w:rsidRDefault="00194E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E03" w:rsidRDefault="00194E03">
    <w:pPr>
      <w:pStyle w:val="Header"/>
      <w:jc w:val="center"/>
    </w:pPr>
    <w:r>
      <w:t xml:space="preserve">                                                                    </w:t>
    </w:r>
    <w:fldSimple w:instr=" PAGE   \* MERGEFORMAT ">
      <w:r>
        <w:rPr>
          <w:noProof/>
        </w:rPr>
        <w:t>2</w:t>
      </w:r>
    </w:fldSimple>
    <w:r>
      <w:t xml:space="preserve">                                   Продовження додатка 1</w:t>
    </w:r>
  </w:p>
  <w:p w:rsidR="00194E03" w:rsidRDefault="00194E0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E03" w:rsidRDefault="00194E03">
    <w:pPr>
      <w:pStyle w:val="Header"/>
      <w:jc w:val="center"/>
    </w:pPr>
  </w:p>
  <w:p w:rsidR="00194E03" w:rsidRDefault="00194E0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A42FC"/>
    <w:multiLevelType w:val="hybridMultilevel"/>
    <w:tmpl w:val="9F32B692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AFE724B"/>
    <w:multiLevelType w:val="hybridMultilevel"/>
    <w:tmpl w:val="9F32B692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3850426"/>
    <w:multiLevelType w:val="multilevel"/>
    <w:tmpl w:val="84D4296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3">
    <w:nsid w:val="56A700F6"/>
    <w:multiLevelType w:val="multilevel"/>
    <w:tmpl w:val="84D4296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4">
    <w:nsid w:val="56AF34AD"/>
    <w:multiLevelType w:val="multilevel"/>
    <w:tmpl w:val="84D4296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5">
    <w:nsid w:val="64166F15"/>
    <w:multiLevelType w:val="hybridMultilevel"/>
    <w:tmpl w:val="9F32B692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3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0C24"/>
    <w:rsid w:val="00001601"/>
    <w:rsid w:val="00001D12"/>
    <w:rsid w:val="00006916"/>
    <w:rsid w:val="000108EE"/>
    <w:rsid w:val="00014DB7"/>
    <w:rsid w:val="000318D2"/>
    <w:rsid w:val="000542E1"/>
    <w:rsid w:val="00055387"/>
    <w:rsid w:val="00055613"/>
    <w:rsid w:val="00065429"/>
    <w:rsid w:val="00071DA4"/>
    <w:rsid w:val="00081588"/>
    <w:rsid w:val="00086274"/>
    <w:rsid w:val="000B04D8"/>
    <w:rsid w:val="000C0547"/>
    <w:rsid w:val="000C0A19"/>
    <w:rsid w:val="000C2283"/>
    <w:rsid w:val="000C284E"/>
    <w:rsid w:val="000D32AC"/>
    <w:rsid w:val="000D6D15"/>
    <w:rsid w:val="000E657D"/>
    <w:rsid w:val="000F2B76"/>
    <w:rsid w:val="00114222"/>
    <w:rsid w:val="001260DA"/>
    <w:rsid w:val="00152A86"/>
    <w:rsid w:val="001577DF"/>
    <w:rsid w:val="00173725"/>
    <w:rsid w:val="00194E03"/>
    <w:rsid w:val="001A3A85"/>
    <w:rsid w:val="001A7D15"/>
    <w:rsid w:val="001B6B7A"/>
    <w:rsid w:val="001D339C"/>
    <w:rsid w:val="001E14F5"/>
    <w:rsid w:val="001F22C1"/>
    <w:rsid w:val="001F6CD3"/>
    <w:rsid w:val="00211ECB"/>
    <w:rsid w:val="0021246F"/>
    <w:rsid w:val="00215401"/>
    <w:rsid w:val="00217F83"/>
    <w:rsid w:val="0022430D"/>
    <w:rsid w:val="00245E12"/>
    <w:rsid w:val="00253A8E"/>
    <w:rsid w:val="00257535"/>
    <w:rsid w:val="002613FD"/>
    <w:rsid w:val="00267DE0"/>
    <w:rsid w:val="002951FB"/>
    <w:rsid w:val="002D001B"/>
    <w:rsid w:val="002D224E"/>
    <w:rsid w:val="002F2C11"/>
    <w:rsid w:val="003115FC"/>
    <w:rsid w:val="00313675"/>
    <w:rsid w:val="00333087"/>
    <w:rsid w:val="00343D98"/>
    <w:rsid w:val="00366925"/>
    <w:rsid w:val="00392523"/>
    <w:rsid w:val="00397575"/>
    <w:rsid w:val="003A549E"/>
    <w:rsid w:val="003A5F94"/>
    <w:rsid w:val="003B2538"/>
    <w:rsid w:val="003B2DCA"/>
    <w:rsid w:val="003B53FC"/>
    <w:rsid w:val="003C3DF4"/>
    <w:rsid w:val="003C43AA"/>
    <w:rsid w:val="003D0DFA"/>
    <w:rsid w:val="003D30B6"/>
    <w:rsid w:val="003D453E"/>
    <w:rsid w:val="003E6A5B"/>
    <w:rsid w:val="003F1AB5"/>
    <w:rsid w:val="003F25D5"/>
    <w:rsid w:val="003F39E3"/>
    <w:rsid w:val="003F60D5"/>
    <w:rsid w:val="004013E2"/>
    <w:rsid w:val="004262B0"/>
    <w:rsid w:val="004319A6"/>
    <w:rsid w:val="00436D22"/>
    <w:rsid w:val="00444BFC"/>
    <w:rsid w:val="00455F38"/>
    <w:rsid w:val="00460977"/>
    <w:rsid w:val="00460FB6"/>
    <w:rsid w:val="004620A3"/>
    <w:rsid w:val="004700BA"/>
    <w:rsid w:val="0047231F"/>
    <w:rsid w:val="004723E8"/>
    <w:rsid w:val="0048631F"/>
    <w:rsid w:val="00486E6F"/>
    <w:rsid w:val="004940FF"/>
    <w:rsid w:val="004A2190"/>
    <w:rsid w:val="004A4BC2"/>
    <w:rsid w:val="004B3430"/>
    <w:rsid w:val="004D787E"/>
    <w:rsid w:val="004F0C24"/>
    <w:rsid w:val="00503240"/>
    <w:rsid w:val="00520F09"/>
    <w:rsid w:val="00544024"/>
    <w:rsid w:val="00547F44"/>
    <w:rsid w:val="00552275"/>
    <w:rsid w:val="00556DD1"/>
    <w:rsid w:val="005638E6"/>
    <w:rsid w:val="00567518"/>
    <w:rsid w:val="005708AE"/>
    <w:rsid w:val="0057112C"/>
    <w:rsid w:val="005723B0"/>
    <w:rsid w:val="00576154"/>
    <w:rsid w:val="005841DD"/>
    <w:rsid w:val="005848EF"/>
    <w:rsid w:val="00585F83"/>
    <w:rsid w:val="00587A63"/>
    <w:rsid w:val="00591A94"/>
    <w:rsid w:val="00597D38"/>
    <w:rsid w:val="005A6C31"/>
    <w:rsid w:val="005B132D"/>
    <w:rsid w:val="005B4CBB"/>
    <w:rsid w:val="005D506D"/>
    <w:rsid w:val="005E13A8"/>
    <w:rsid w:val="005E186D"/>
    <w:rsid w:val="005E4238"/>
    <w:rsid w:val="005E688D"/>
    <w:rsid w:val="005E6E22"/>
    <w:rsid w:val="005F3E9C"/>
    <w:rsid w:val="00614E69"/>
    <w:rsid w:val="00624DD8"/>
    <w:rsid w:val="00660B12"/>
    <w:rsid w:val="0068091F"/>
    <w:rsid w:val="00691488"/>
    <w:rsid w:val="006A7681"/>
    <w:rsid w:val="006B4A46"/>
    <w:rsid w:val="006C5190"/>
    <w:rsid w:val="006D53E8"/>
    <w:rsid w:val="006E5B2D"/>
    <w:rsid w:val="006F3689"/>
    <w:rsid w:val="006F6C50"/>
    <w:rsid w:val="0071340C"/>
    <w:rsid w:val="007212C9"/>
    <w:rsid w:val="007258B8"/>
    <w:rsid w:val="0073167A"/>
    <w:rsid w:val="00744338"/>
    <w:rsid w:val="007514F9"/>
    <w:rsid w:val="00753C16"/>
    <w:rsid w:val="0076625C"/>
    <w:rsid w:val="00771D4F"/>
    <w:rsid w:val="00793931"/>
    <w:rsid w:val="00796446"/>
    <w:rsid w:val="007B69D9"/>
    <w:rsid w:val="007D05D3"/>
    <w:rsid w:val="007F572D"/>
    <w:rsid w:val="007F6100"/>
    <w:rsid w:val="00806200"/>
    <w:rsid w:val="00807243"/>
    <w:rsid w:val="00813474"/>
    <w:rsid w:val="00832E83"/>
    <w:rsid w:val="0083726A"/>
    <w:rsid w:val="00842FDD"/>
    <w:rsid w:val="008522DC"/>
    <w:rsid w:val="00856951"/>
    <w:rsid w:val="00862C1C"/>
    <w:rsid w:val="008715E8"/>
    <w:rsid w:val="00890A34"/>
    <w:rsid w:val="00896BE1"/>
    <w:rsid w:val="008A2CF0"/>
    <w:rsid w:val="008C36FA"/>
    <w:rsid w:val="008C54B3"/>
    <w:rsid w:val="008C61B0"/>
    <w:rsid w:val="008E0DB2"/>
    <w:rsid w:val="009048E3"/>
    <w:rsid w:val="0090523F"/>
    <w:rsid w:val="00922B59"/>
    <w:rsid w:val="00923BDA"/>
    <w:rsid w:val="00923D70"/>
    <w:rsid w:val="009250DF"/>
    <w:rsid w:val="00961CC0"/>
    <w:rsid w:val="00973C57"/>
    <w:rsid w:val="00974F29"/>
    <w:rsid w:val="00981937"/>
    <w:rsid w:val="009851B1"/>
    <w:rsid w:val="00985B13"/>
    <w:rsid w:val="00986698"/>
    <w:rsid w:val="00992607"/>
    <w:rsid w:val="00994499"/>
    <w:rsid w:val="0099776C"/>
    <w:rsid w:val="009B2B41"/>
    <w:rsid w:val="009B75E7"/>
    <w:rsid w:val="009C0F40"/>
    <w:rsid w:val="009E027B"/>
    <w:rsid w:val="00A103F0"/>
    <w:rsid w:val="00A362C2"/>
    <w:rsid w:val="00A53D4B"/>
    <w:rsid w:val="00A55744"/>
    <w:rsid w:val="00A72CC9"/>
    <w:rsid w:val="00A73AD4"/>
    <w:rsid w:val="00A832C8"/>
    <w:rsid w:val="00AA1CC2"/>
    <w:rsid w:val="00AB447B"/>
    <w:rsid w:val="00AB50F9"/>
    <w:rsid w:val="00AC54F7"/>
    <w:rsid w:val="00AD04C9"/>
    <w:rsid w:val="00AD6547"/>
    <w:rsid w:val="00AD65DD"/>
    <w:rsid w:val="00AE01AD"/>
    <w:rsid w:val="00AF3007"/>
    <w:rsid w:val="00B2780C"/>
    <w:rsid w:val="00B37F4C"/>
    <w:rsid w:val="00B44544"/>
    <w:rsid w:val="00B47051"/>
    <w:rsid w:val="00B501F0"/>
    <w:rsid w:val="00B504E5"/>
    <w:rsid w:val="00B56FAB"/>
    <w:rsid w:val="00B63844"/>
    <w:rsid w:val="00B6636A"/>
    <w:rsid w:val="00B83C4D"/>
    <w:rsid w:val="00BB26E1"/>
    <w:rsid w:val="00BB368F"/>
    <w:rsid w:val="00BC317F"/>
    <w:rsid w:val="00BC4C8A"/>
    <w:rsid w:val="00BC7863"/>
    <w:rsid w:val="00BD76E8"/>
    <w:rsid w:val="00BE0CDF"/>
    <w:rsid w:val="00BE2ECA"/>
    <w:rsid w:val="00BE44A6"/>
    <w:rsid w:val="00BE5EE9"/>
    <w:rsid w:val="00C06A5E"/>
    <w:rsid w:val="00C07EEE"/>
    <w:rsid w:val="00C14D24"/>
    <w:rsid w:val="00C22A07"/>
    <w:rsid w:val="00C234FF"/>
    <w:rsid w:val="00C34730"/>
    <w:rsid w:val="00C63BDA"/>
    <w:rsid w:val="00C66107"/>
    <w:rsid w:val="00C70B31"/>
    <w:rsid w:val="00C92926"/>
    <w:rsid w:val="00C93F8B"/>
    <w:rsid w:val="00CB17A4"/>
    <w:rsid w:val="00CC3109"/>
    <w:rsid w:val="00CD0840"/>
    <w:rsid w:val="00CD789F"/>
    <w:rsid w:val="00CD7AF8"/>
    <w:rsid w:val="00CF669B"/>
    <w:rsid w:val="00CF6DF3"/>
    <w:rsid w:val="00D135AB"/>
    <w:rsid w:val="00D1639B"/>
    <w:rsid w:val="00D22690"/>
    <w:rsid w:val="00D23B1B"/>
    <w:rsid w:val="00D3231D"/>
    <w:rsid w:val="00D35BBB"/>
    <w:rsid w:val="00D4294E"/>
    <w:rsid w:val="00D44632"/>
    <w:rsid w:val="00D54AAA"/>
    <w:rsid w:val="00D55E5F"/>
    <w:rsid w:val="00D563A1"/>
    <w:rsid w:val="00D56A98"/>
    <w:rsid w:val="00D6252E"/>
    <w:rsid w:val="00D656F4"/>
    <w:rsid w:val="00D71188"/>
    <w:rsid w:val="00D727DC"/>
    <w:rsid w:val="00D7364F"/>
    <w:rsid w:val="00DA0F46"/>
    <w:rsid w:val="00DA126F"/>
    <w:rsid w:val="00DB676E"/>
    <w:rsid w:val="00DC7784"/>
    <w:rsid w:val="00DD5D8B"/>
    <w:rsid w:val="00DE1AD3"/>
    <w:rsid w:val="00DE4C73"/>
    <w:rsid w:val="00DF0856"/>
    <w:rsid w:val="00E11E50"/>
    <w:rsid w:val="00E1495B"/>
    <w:rsid w:val="00E34729"/>
    <w:rsid w:val="00E36655"/>
    <w:rsid w:val="00E46066"/>
    <w:rsid w:val="00E66BE1"/>
    <w:rsid w:val="00E82F1A"/>
    <w:rsid w:val="00E87ACA"/>
    <w:rsid w:val="00E92941"/>
    <w:rsid w:val="00EB59B1"/>
    <w:rsid w:val="00EC3005"/>
    <w:rsid w:val="00EE4041"/>
    <w:rsid w:val="00EE42FC"/>
    <w:rsid w:val="00EE56A4"/>
    <w:rsid w:val="00EF2EB0"/>
    <w:rsid w:val="00EF4D7E"/>
    <w:rsid w:val="00EF788A"/>
    <w:rsid w:val="00F06B22"/>
    <w:rsid w:val="00F1658F"/>
    <w:rsid w:val="00F23E09"/>
    <w:rsid w:val="00F32789"/>
    <w:rsid w:val="00F415E1"/>
    <w:rsid w:val="00F44A10"/>
    <w:rsid w:val="00F50A53"/>
    <w:rsid w:val="00F71C78"/>
    <w:rsid w:val="00F82772"/>
    <w:rsid w:val="00F82845"/>
    <w:rsid w:val="00F957A2"/>
    <w:rsid w:val="00FA170D"/>
    <w:rsid w:val="00FA2C8A"/>
    <w:rsid w:val="00FA350C"/>
    <w:rsid w:val="00FB638D"/>
    <w:rsid w:val="00FC6FCF"/>
    <w:rsid w:val="00FC7C6E"/>
    <w:rsid w:val="00FF1EC3"/>
    <w:rsid w:val="00FF7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C24"/>
    <w:pPr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60B12"/>
    <w:pPr>
      <w:keepNext/>
      <w:jc w:val="left"/>
      <w:outlineLvl w:val="1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660B12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Header">
    <w:name w:val="header"/>
    <w:basedOn w:val="Normal"/>
    <w:link w:val="HeaderChar"/>
    <w:uiPriority w:val="99"/>
    <w:rsid w:val="004F0C24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0C24"/>
    <w:rPr>
      <w:rFonts w:ascii="Times New Roman" w:hAnsi="Times New Roman" w:cs="Times New Roman"/>
      <w:sz w:val="26"/>
      <w:szCs w:val="26"/>
      <w:lang w:val="uk-UA" w:eastAsia="ru-RU"/>
    </w:rPr>
  </w:style>
  <w:style w:type="character" w:customStyle="1" w:styleId="2">
    <w:name w:val="Основной текст (2)_"/>
    <w:basedOn w:val="DefaultParagraphFont"/>
    <w:link w:val="20"/>
    <w:uiPriority w:val="99"/>
    <w:rsid w:val="004F0C24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4F0C24"/>
    <w:pPr>
      <w:widowControl w:val="0"/>
      <w:shd w:val="clear" w:color="auto" w:fill="FFFFFF"/>
      <w:spacing w:before="240" w:after="240" w:line="322" w:lineRule="exact"/>
      <w:ind w:hanging="220"/>
      <w:jc w:val="left"/>
    </w:pPr>
    <w:rPr>
      <w:rFonts w:ascii="Calibri" w:eastAsia="Calibri" w:hAnsi="Calibri" w:cs="Calibri"/>
      <w:sz w:val="28"/>
      <w:szCs w:val="28"/>
      <w:lang w:val="ru-RU" w:eastAsia="en-US"/>
    </w:rPr>
  </w:style>
  <w:style w:type="character" w:customStyle="1" w:styleId="rvts23">
    <w:name w:val="rvts23"/>
    <w:basedOn w:val="DefaultParagraphFont"/>
    <w:uiPriority w:val="99"/>
    <w:rsid w:val="00585F83"/>
  </w:style>
  <w:style w:type="character" w:styleId="Hyperlink">
    <w:name w:val="Hyperlink"/>
    <w:basedOn w:val="DefaultParagraphFont"/>
    <w:uiPriority w:val="99"/>
    <w:semiHidden/>
    <w:rsid w:val="0047231F"/>
    <w:rPr>
      <w:color w:val="0000FF"/>
      <w:u w:val="single"/>
    </w:rPr>
  </w:style>
  <w:style w:type="character" w:customStyle="1" w:styleId="rvts9">
    <w:name w:val="rvts9"/>
    <w:basedOn w:val="DefaultParagraphFont"/>
    <w:uiPriority w:val="99"/>
    <w:rsid w:val="00691488"/>
  </w:style>
  <w:style w:type="paragraph" w:styleId="Footer">
    <w:name w:val="footer"/>
    <w:basedOn w:val="Normal"/>
    <w:link w:val="FooterChar"/>
    <w:uiPriority w:val="99"/>
    <w:rsid w:val="004620A3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20A3"/>
    <w:rPr>
      <w:rFonts w:ascii="Times New Roman" w:hAnsi="Times New Roman" w:cs="Times New Roman"/>
      <w:sz w:val="26"/>
      <w:szCs w:val="26"/>
      <w:lang w:val="uk-UA" w:eastAsia="ru-RU"/>
    </w:rPr>
  </w:style>
  <w:style w:type="paragraph" w:styleId="ListParagraph">
    <w:name w:val="List Paragraph"/>
    <w:basedOn w:val="Normal"/>
    <w:uiPriority w:val="99"/>
    <w:qFormat/>
    <w:rsid w:val="00C22A0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D135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5AB"/>
    <w:rPr>
      <w:rFonts w:ascii="Segoe UI" w:hAnsi="Segoe UI" w:cs="Segoe UI"/>
      <w:sz w:val="18"/>
      <w:szCs w:val="18"/>
      <w:lang w:val="uk-UA" w:eastAsia="ru-RU"/>
    </w:rPr>
  </w:style>
  <w:style w:type="paragraph" w:customStyle="1" w:styleId="rvps2">
    <w:name w:val="rvps2"/>
    <w:basedOn w:val="Normal"/>
    <w:uiPriority w:val="99"/>
    <w:rsid w:val="003D453E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customStyle="1" w:styleId="Iauiue">
    <w:name w:val="Iau?iue"/>
    <w:uiPriority w:val="99"/>
    <w:rsid w:val="003D30B6"/>
    <w:pPr>
      <w:widowControl w:val="0"/>
      <w:autoSpaceDE w:val="0"/>
      <w:autoSpaceDN w:val="0"/>
      <w:jc w:val="both"/>
    </w:pPr>
    <w:rPr>
      <w:rFonts w:ascii="UkrainianKudriashov" w:eastAsia="Times New Roman" w:hAnsi="UkrainianKudriashov" w:cs="UkrainianKudriashov"/>
      <w:sz w:val="26"/>
      <w:szCs w:val="26"/>
      <w:lang w:eastAsia="ru-RU"/>
    </w:rPr>
  </w:style>
  <w:style w:type="paragraph" w:customStyle="1" w:styleId="Standard">
    <w:name w:val="Standard"/>
    <w:uiPriority w:val="99"/>
    <w:rsid w:val="00660B12"/>
    <w:pPr>
      <w:widowControl w:val="0"/>
      <w:suppressAutoHyphens/>
    </w:pPr>
    <w:rPr>
      <w:rFonts w:ascii="Times New Roman" w:hAnsi="Times New Roman"/>
      <w:kern w:val="1"/>
      <w:sz w:val="24"/>
      <w:szCs w:val="24"/>
      <w:lang w:val="en-US" w:eastAsia="zh-CN"/>
    </w:rPr>
  </w:style>
  <w:style w:type="character" w:styleId="Strong">
    <w:name w:val="Strong"/>
    <w:basedOn w:val="DefaultParagraphFont"/>
    <w:uiPriority w:val="99"/>
    <w:qFormat/>
    <w:rsid w:val="00660B12"/>
    <w:rPr>
      <w:b/>
      <w:bCs/>
    </w:rPr>
  </w:style>
  <w:style w:type="paragraph" w:customStyle="1" w:styleId="docdata">
    <w:name w:val="docdata"/>
    <w:aliases w:val="docy,v5,2159,baiaagaaboqcaaadqaqaaavob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660B12"/>
    <w:pPr>
      <w:spacing w:before="100" w:beforeAutospacing="1" w:after="100" w:afterAutospacing="1"/>
      <w:jc w:val="left"/>
    </w:pPr>
    <w:rPr>
      <w:sz w:val="24"/>
      <w:szCs w:val="24"/>
      <w:lang w:val="ru-RU"/>
    </w:rPr>
  </w:style>
  <w:style w:type="paragraph" w:styleId="NormalWeb">
    <w:name w:val="Normal (Web)"/>
    <w:basedOn w:val="Normal"/>
    <w:uiPriority w:val="99"/>
    <w:rsid w:val="00660B12"/>
    <w:pPr>
      <w:spacing w:before="100" w:beforeAutospacing="1" w:after="100" w:afterAutospacing="1"/>
      <w:jc w:val="left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09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937</TotalTime>
  <Pages>3</Pages>
  <Words>2559</Words>
  <Characters>1460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СуСД ЛОДА</dc:creator>
  <cp:keywords/>
  <dc:description/>
  <cp:lastModifiedBy>apk-volodymyr-m</cp:lastModifiedBy>
  <cp:revision>17</cp:revision>
  <cp:lastPrinted>2025-11-06T14:37:00Z</cp:lastPrinted>
  <dcterms:created xsi:type="dcterms:W3CDTF">2025-10-28T12:46:00Z</dcterms:created>
  <dcterms:modified xsi:type="dcterms:W3CDTF">2025-11-06T16:14:00Z</dcterms:modified>
</cp:coreProperties>
</file>